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27833A09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F154C8" w:rsidR="00F154C8" w:rsidP="00F154C8" w:rsidRDefault="00F154C8" w14:paraId="61194D4A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154C8">
        <w:rPr>
          <w:rFonts w:ascii="Corbel" w:hAnsi="Corbel"/>
          <w:b/>
          <w:smallCaps/>
          <w:sz w:val="24"/>
          <w:szCs w:val="24"/>
        </w:rPr>
        <w:t>SYLABUS</w:t>
      </w:r>
    </w:p>
    <w:p w:rsidRPr="00F154C8" w:rsidR="00F154C8" w:rsidP="00F154C8" w:rsidRDefault="00F154C8" w14:paraId="22B70B24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154C8">
        <w:rPr>
          <w:rFonts w:ascii="Corbel" w:hAnsi="Corbel"/>
          <w:b/>
          <w:smallCaps/>
          <w:sz w:val="24"/>
          <w:szCs w:val="24"/>
        </w:rPr>
        <w:t>dotyczy cyklu kształcenia</w:t>
      </w:r>
      <w:r w:rsidRPr="00F154C8">
        <w:rPr>
          <w:rFonts w:ascii="Corbel" w:hAnsi="Corbel"/>
          <w:i/>
          <w:smallCaps/>
          <w:sz w:val="24"/>
          <w:szCs w:val="24"/>
        </w:rPr>
        <w:t xml:space="preserve"> </w:t>
      </w:r>
      <w:r w:rsidRPr="00F154C8">
        <w:rPr>
          <w:rFonts w:ascii="Corbel" w:hAnsi="Corbel" w:eastAsia="Corbel" w:cs="Corbel"/>
          <w:i/>
          <w:sz w:val="24"/>
        </w:rPr>
        <w:t>2021-2024</w:t>
      </w:r>
    </w:p>
    <w:p w:rsidRPr="00F154C8" w:rsidR="00F154C8" w:rsidP="00F154C8" w:rsidRDefault="00F154C8" w14:paraId="63333633" w14:textId="77777777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 w:rsidRPr="00F154C8">
        <w:rPr>
          <w:rFonts w:ascii="Corbel" w:hAnsi="Corbel"/>
          <w:i/>
          <w:sz w:val="20"/>
          <w:szCs w:val="20"/>
        </w:rPr>
        <w:t>(skrajne daty</w:t>
      </w:r>
      <w:r w:rsidRPr="00F154C8">
        <w:rPr>
          <w:rFonts w:ascii="Corbel" w:hAnsi="Corbel"/>
          <w:sz w:val="20"/>
          <w:szCs w:val="20"/>
        </w:rPr>
        <w:t>)</w:t>
      </w:r>
    </w:p>
    <w:p w:rsidRPr="00F154C8" w:rsidR="00F154C8" w:rsidP="00F154C8" w:rsidRDefault="00F154C8" w14:paraId="3EB31F5D" w14:textId="6B36587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154C8">
        <w:rPr>
          <w:rFonts w:ascii="Corbel" w:hAnsi="Corbel"/>
          <w:sz w:val="20"/>
          <w:szCs w:val="20"/>
        </w:rPr>
        <w:tab/>
      </w:r>
      <w:r w:rsidRPr="00F154C8">
        <w:rPr>
          <w:rFonts w:ascii="Corbel" w:hAnsi="Corbel"/>
          <w:sz w:val="20"/>
          <w:szCs w:val="20"/>
        </w:rPr>
        <w:tab/>
      </w:r>
      <w:r w:rsidRPr="00F154C8">
        <w:rPr>
          <w:rFonts w:ascii="Corbel" w:hAnsi="Corbel"/>
          <w:sz w:val="20"/>
          <w:szCs w:val="20"/>
        </w:rPr>
        <w:tab/>
      </w:r>
      <w:r w:rsidRPr="00F154C8">
        <w:rPr>
          <w:rFonts w:ascii="Corbel" w:hAnsi="Corbel"/>
          <w:sz w:val="20"/>
          <w:szCs w:val="20"/>
        </w:rPr>
        <w:tab/>
      </w:r>
      <w:r w:rsidRPr="00F154C8">
        <w:rPr>
          <w:rFonts w:ascii="Corbel" w:hAnsi="Corbel"/>
          <w:sz w:val="20"/>
          <w:szCs w:val="20"/>
        </w:rPr>
        <w:t xml:space="preserve">Rok akademicki </w:t>
      </w:r>
      <w:r w:rsidRPr="00F154C8">
        <w:rPr>
          <w:rFonts w:ascii="Corbel" w:hAnsi="Corbel" w:eastAsia="Corbel" w:cs="Corbel"/>
          <w:sz w:val="24"/>
        </w:rPr>
        <w:t>2021/2022</w:t>
      </w:r>
      <w:r w:rsidR="00EC501D">
        <w:rPr>
          <w:rFonts w:ascii="Corbel" w:hAnsi="Corbel" w:eastAsia="Corbel" w:cs="Corbel"/>
          <w:sz w:val="24"/>
        </w:rPr>
        <w:t xml:space="preserve"> i 2022/2023</w:t>
      </w:r>
    </w:p>
    <w:p w:rsidRPr="009C54AE" w:rsidR="0085747A" w:rsidP="009C54AE" w:rsidRDefault="0085747A" w14:paraId="3FD35B7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2A69D960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35A9909D" w14:textId="77777777">
        <w:tc>
          <w:tcPr>
            <w:tcW w:w="2694" w:type="dxa"/>
            <w:vAlign w:val="center"/>
          </w:tcPr>
          <w:p w:rsidRPr="009C54AE" w:rsidR="0085747A" w:rsidP="009C54AE" w:rsidRDefault="00C05F44" w14:paraId="39C5013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6778DA" w14:paraId="55CD079A" w14:textId="590DC2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Lektorat języka angielskiego</w:t>
            </w:r>
          </w:p>
        </w:tc>
      </w:tr>
      <w:tr w:rsidRPr="009C54AE" w:rsidR="0085747A" w:rsidTr="00B819C8" w14:paraId="5B504001" w14:textId="77777777">
        <w:tc>
          <w:tcPr>
            <w:tcW w:w="2694" w:type="dxa"/>
            <w:vAlign w:val="center"/>
          </w:tcPr>
          <w:p w:rsidRPr="009C54AE" w:rsidR="0085747A" w:rsidP="009C54AE" w:rsidRDefault="00C05F44" w14:paraId="451D9F9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530160" w14:paraId="1C7F50EC" w14:textId="72EA39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P1S[1</w:t>
            </w:r>
            <w:r w:rsidR="00CA25F8">
              <w:rPr>
                <w:rFonts w:ascii="Corbel" w:hAnsi="Corbel"/>
                <w:b w:val="0"/>
                <w:sz w:val="24"/>
                <w:szCs w:val="24"/>
              </w:rPr>
              <w:t>-4</w:t>
            </w:r>
            <w:r>
              <w:rPr>
                <w:rFonts w:ascii="Corbel" w:hAnsi="Corbel"/>
                <w:b w:val="0"/>
                <w:sz w:val="24"/>
                <w:szCs w:val="24"/>
              </w:rPr>
              <w:t>]0_</w:t>
            </w:r>
            <w:r w:rsidR="00CA25F8">
              <w:rPr>
                <w:rFonts w:ascii="Corbel" w:hAnsi="Corbel"/>
                <w:b w:val="0"/>
                <w:sz w:val="24"/>
                <w:szCs w:val="24"/>
              </w:rPr>
              <w:t>10</w:t>
            </w:r>
          </w:p>
        </w:tc>
      </w:tr>
      <w:tr w:rsidRPr="009C54AE" w:rsidR="0085747A" w:rsidTr="00B819C8" w14:paraId="6BB6D4FD" w14:textId="77777777">
        <w:tc>
          <w:tcPr>
            <w:tcW w:w="2694" w:type="dxa"/>
            <w:vAlign w:val="center"/>
          </w:tcPr>
          <w:p w:rsidRPr="009C54AE" w:rsidR="0085747A" w:rsidP="00EA4832" w:rsidRDefault="0085747A" w14:paraId="30B45123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8C441B" w14:paraId="10997F5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150665BF" w14:textId="77777777">
        <w:tc>
          <w:tcPr>
            <w:tcW w:w="2694" w:type="dxa"/>
            <w:vAlign w:val="center"/>
          </w:tcPr>
          <w:p w:rsidRPr="009C54AE" w:rsidR="0085747A" w:rsidP="009C54AE" w:rsidRDefault="0085747A" w14:paraId="6015EA7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CA25F8" w14:paraId="43CFC6B2" w14:textId="2BD6AD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5F8"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Pr="009C54AE" w:rsidR="0085747A" w:rsidTr="00B819C8" w14:paraId="52EB922D" w14:textId="77777777">
        <w:tc>
          <w:tcPr>
            <w:tcW w:w="2694" w:type="dxa"/>
            <w:vAlign w:val="center"/>
          </w:tcPr>
          <w:p w:rsidRPr="009C54AE" w:rsidR="0085747A" w:rsidP="009C54AE" w:rsidRDefault="0085747A" w14:paraId="317A040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530160" w14:paraId="30F8C6B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85747A" w:rsidTr="00B819C8" w14:paraId="142A5A6B" w14:textId="77777777">
        <w:tc>
          <w:tcPr>
            <w:tcW w:w="2694" w:type="dxa"/>
            <w:vAlign w:val="center"/>
          </w:tcPr>
          <w:p w:rsidRPr="009C54AE" w:rsidR="0085747A" w:rsidP="009C54AE" w:rsidRDefault="00DE4A14" w14:paraId="3253975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530160" w14:paraId="4BE10FD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Pr="009C54AE" w:rsidR="0085747A" w:rsidTr="00B819C8" w14:paraId="4A987602" w14:textId="77777777">
        <w:tc>
          <w:tcPr>
            <w:tcW w:w="2694" w:type="dxa"/>
            <w:vAlign w:val="center"/>
          </w:tcPr>
          <w:p w:rsidRPr="009C54AE" w:rsidR="0085747A" w:rsidP="009C54AE" w:rsidRDefault="0085747A" w14:paraId="37DB792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6F46AF" w14:paraId="79C30B6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Pr="009C54AE" w:rsidR="0085747A" w:rsidTr="00B819C8" w14:paraId="79D485D0" w14:textId="77777777">
        <w:tc>
          <w:tcPr>
            <w:tcW w:w="2694" w:type="dxa"/>
            <w:vAlign w:val="center"/>
          </w:tcPr>
          <w:p w:rsidRPr="009C54AE" w:rsidR="0085747A" w:rsidP="009C54AE" w:rsidRDefault="0085747A" w14:paraId="55F4089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6F46AF" w14:paraId="0DFB395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Pr="009C54AE" w:rsidR="0085747A" w:rsidTr="00B819C8" w14:paraId="54C487EE" w14:textId="77777777">
        <w:tc>
          <w:tcPr>
            <w:tcW w:w="2694" w:type="dxa"/>
            <w:vAlign w:val="center"/>
          </w:tcPr>
          <w:p w:rsidRPr="009C54AE" w:rsidR="0085747A" w:rsidP="009C54AE" w:rsidRDefault="0085747A" w14:paraId="691E856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7778F7" w14:paraId="52EFCE27" w14:textId="2001E8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A25F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, s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1</w:t>
            </w:r>
            <w:r w:rsidR="00CA25F8">
              <w:rPr>
                <w:rFonts w:ascii="Corbel" w:hAnsi="Corbel"/>
                <w:b w:val="0"/>
                <w:sz w:val="24"/>
                <w:szCs w:val="24"/>
              </w:rPr>
              <w:t xml:space="preserve"> i 2 / rok II, semestr 3 i 4</w:t>
            </w:r>
          </w:p>
        </w:tc>
      </w:tr>
      <w:tr w:rsidRPr="009C54AE" w:rsidR="0085747A" w:rsidTr="00B819C8" w14:paraId="369F2370" w14:textId="77777777">
        <w:tc>
          <w:tcPr>
            <w:tcW w:w="2694" w:type="dxa"/>
            <w:vAlign w:val="center"/>
          </w:tcPr>
          <w:p w:rsidRPr="009C54AE" w:rsidR="0085747A" w:rsidP="009C54AE" w:rsidRDefault="0085747A" w14:paraId="129FA68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CA25F8" w14:paraId="11C4668E" w14:textId="55D2C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ćwiczenia</w:t>
            </w:r>
          </w:p>
        </w:tc>
      </w:tr>
      <w:tr w:rsidRPr="009C54AE" w:rsidR="00923D7D" w:rsidTr="00B819C8" w14:paraId="677B3049" w14:textId="77777777">
        <w:tc>
          <w:tcPr>
            <w:tcW w:w="2694" w:type="dxa"/>
            <w:vAlign w:val="center"/>
          </w:tcPr>
          <w:p w:rsidRPr="009C54AE" w:rsidR="00923D7D" w:rsidP="009C54AE" w:rsidRDefault="00923D7D" w14:paraId="121F4EF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CA25F8" w14:paraId="562513F3" w14:textId="696EAC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 i angielski</w:t>
            </w:r>
          </w:p>
        </w:tc>
      </w:tr>
      <w:tr w:rsidRPr="009C54AE" w:rsidR="0085747A" w:rsidTr="00B819C8" w14:paraId="6A902153" w14:textId="77777777">
        <w:tc>
          <w:tcPr>
            <w:tcW w:w="2694" w:type="dxa"/>
            <w:vAlign w:val="center"/>
          </w:tcPr>
          <w:p w:rsidRPr="009C54AE" w:rsidR="0085747A" w:rsidP="009C54AE" w:rsidRDefault="0085747A" w14:paraId="7BF846A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CA25F8" w14:paraId="7EBB17E1" w14:textId="1DA80F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5F8">
              <w:rPr>
                <w:rFonts w:ascii="Corbel" w:hAnsi="Corbel"/>
                <w:b w:val="0"/>
                <w:sz w:val="24"/>
                <w:szCs w:val="24"/>
              </w:rPr>
              <w:t>Agnieszka Czech-</w:t>
            </w:r>
            <w:proofErr w:type="spellStart"/>
            <w:r w:rsidRPr="00CA25F8">
              <w:rPr>
                <w:rFonts w:ascii="Corbel" w:hAnsi="Corbel"/>
                <w:b w:val="0"/>
                <w:sz w:val="24"/>
                <w:szCs w:val="24"/>
              </w:rPr>
              <w:t>Rogoyska</w:t>
            </w:r>
            <w:proofErr w:type="spellEnd"/>
          </w:p>
        </w:tc>
      </w:tr>
      <w:tr w:rsidRPr="009C54AE" w:rsidR="0085747A" w:rsidTr="00B819C8" w14:paraId="49EF7321" w14:textId="77777777">
        <w:tc>
          <w:tcPr>
            <w:tcW w:w="2694" w:type="dxa"/>
            <w:vAlign w:val="center"/>
          </w:tcPr>
          <w:p w:rsidRPr="009C54AE" w:rsidR="0085747A" w:rsidP="009C54AE" w:rsidRDefault="0085747A" w14:paraId="365B607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CA25F8" w14:paraId="6A90A3F9" w14:textId="4E87C2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5F8">
              <w:rPr>
                <w:rFonts w:ascii="Corbel" w:hAnsi="Corbel"/>
                <w:b w:val="0"/>
                <w:sz w:val="24"/>
                <w:szCs w:val="24"/>
              </w:rPr>
              <w:t>Agnieszka Augustyn</w:t>
            </w:r>
          </w:p>
        </w:tc>
      </w:tr>
    </w:tbl>
    <w:p w:rsidRPr="009C54AE" w:rsidR="0085747A" w:rsidP="009C54AE" w:rsidRDefault="0085747A" w14:paraId="02209381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36C77F86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E741259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65F0A29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C766DF" w14:paraId="65751925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5B99846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2B78E9D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8B08E9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85AFF6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6044C3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DEC85E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5D9403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A8237C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0A2C26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F08E5F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36A70C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C766DF" w14:paraId="6D876A78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A901A2" w14:paraId="585289A4" w14:textId="470CA7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177335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961920" w14:paraId="04F882FF" w14:textId="2EA2BF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61920" w:rsidRDefault="00015B8F" w14:paraId="4CC618B9" w14:textId="5E2CE309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6AF51D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EE4714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CD9F95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13F954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F4EF61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961920" w14:paraId="73430799" w14:textId="74B350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961920" w:rsidTr="00C766DF" w14:paraId="4CD08FC9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61920" w:rsidP="009C54AE" w:rsidRDefault="00961920" w14:paraId="7D0A8996" w14:textId="5BB176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184D316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646C5A09" w14:textId="4D9154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961920" w:rsidP="009C54AE" w:rsidRDefault="00961920" w14:paraId="2BC6F88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0B38B35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19453D8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1056B9A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6A1D832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093C50B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961920" w:rsidP="009C54AE" w:rsidRDefault="00961920" w14:paraId="69F08FFB" w14:textId="1E31D3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961920" w:rsidTr="00C766DF" w14:paraId="48C77CB2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61920" w:rsidP="009C54AE" w:rsidRDefault="00961920" w14:paraId="139A15DE" w14:textId="0EB524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1945A5A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1FF03CB4" w14:textId="666087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961920" w:rsidP="009C54AE" w:rsidRDefault="00961920" w14:paraId="5E557AB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10528B1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49AEB07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4DB3DD0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0832562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0E206B3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961920" w:rsidP="009C54AE" w:rsidRDefault="00961920" w14:paraId="0CBCF9CA" w14:textId="78981F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961920" w:rsidTr="00C766DF" w14:paraId="323720B3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61920" w:rsidP="009C54AE" w:rsidRDefault="00961920" w14:paraId="34026D1F" w14:textId="7B7465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5C2118A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7CBA8E35" w14:textId="0C4764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961920" w:rsidP="009C54AE" w:rsidRDefault="00961920" w14:paraId="1BEE908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2A2B358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56B1558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6C2A316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29B6C3D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6384E80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961920" w:rsidP="009C54AE" w:rsidRDefault="00961920" w14:paraId="7CC5255B" w14:textId="7F02B6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961920" w:rsidTr="00961920" w14:paraId="790984EC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61920" w:rsidR="00961920" w:rsidP="00961920" w:rsidRDefault="00961920" w14:paraId="12EFF806" w14:textId="6D32E98A">
            <w:pPr>
              <w:pStyle w:val="centralniewrubryce"/>
              <w:spacing w:before="0"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61920">
              <w:rPr>
                <w:rFonts w:ascii="Corbel" w:hAnsi="Corbe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1B0AAC7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61920" w:rsidR="00961920" w:rsidP="009C54AE" w:rsidRDefault="00961920" w14:paraId="0387F4A1" w14:textId="27D6C0E8">
            <w:pPr>
              <w:pStyle w:val="centralniewrubryce"/>
              <w:spacing w:before="0"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61920">
              <w:rPr>
                <w:rFonts w:ascii="Corbel" w:hAnsi="Corbel"/>
                <w:b/>
                <w:bCs/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961920" w:rsidP="009C54AE" w:rsidRDefault="00961920" w14:paraId="11C0875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221455E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012FE46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2559C4F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7FE716F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61920" w:rsidP="009C54AE" w:rsidRDefault="00961920" w14:paraId="5F6A07F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61920" w:rsidR="00961920" w:rsidP="009C54AE" w:rsidRDefault="00961920" w14:paraId="01C18B4C" w14:textId="26142096">
            <w:pPr>
              <w:pStyle w:val="centralniewrubryce"/>
              <w:spacing w:before="0"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61920">
              <w:rPr>
                <w:rFonts w:ascii="Corbel" w:hAnsi="Corbel"/>
                <w:b/>
                <w:bCs/>
                <w:sz w:val="24"/>
                <w:szCs w:val="24"/>
              </w:rPr>
              <w:t>8</w:t>
            </w:r>
          </w:p>
        </w:tc>
      </w:tr>
    </w:tbl>
    <w:p w:rsidRPr="009C54AE" w:rsidR="00923D7D" w:rsidP="009C54AE" w:rsidRDefault="00923D7D" w14:paraId="7634CA9E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624E0901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66BC6412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961920" w14:paraId="6457F847" w14:textId="1E08948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</w:t>
      </w:r>
      <w:r w:rsidRPr="008C441B" w:rsidR="0085747A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P="00961920" w:rsidRDefault="0085747A" w14:paraId="1DDCB1A8" w14:textId="47D7EFB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961920" w:rsidP="00961920" w:rsidRDefault="00961920" w14:paraId="4213316B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E22FBC" w:rsidP="6666FFEC" w:rsidRDefault="00E22FBC" w14:paraId="0B3B562E" w14:textId="58F0939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 w:val="0"/>
          <w:caps w:val="0"/>
          <w:smallCaps w:val="0"/>
        </w:rPr>
      </w:pPr>
      <w:r w:rsidRPr="6666FFEC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6666FFEC" w:rsidR="00E22FBC">
        <w:rPr>
          <w:rFonts w:ascii="Corbel" w:hAnsi="Corbel"/>
          <w:caps w:val="0"/>
          <w:smallCaps w:val="0"/>
        </w:rPr>
        <w:t>For</w:t>
      </w:r>
      <w:r w:rsidRPr="6666FFEC" w:rsidR="00445970">
        <w:rPr>
          <w:rFonts w:ascii="Corbel" w:hAnsi="Corbel"/>
          <w:caps w:val="0"/>
          <w:smallCaps w:val="0"/>
        </w:rPr>
        <w:t xml:space="preserve">ma zaliczenia przedmiotu </w:t>
      </w:r>
      <w:r w:rsidRPr="6666FFEC" w:rsidR="00E22FBC">
        <w:rPr>
          <w:rFonts w:ascii="Corbel" w:hAnsi="Corbel"/>
          <w:caps w:val="0"/>
          <w:smallCaps w:val="0"/>
        </w:rPr>
        <w:t xml:space="preserve"> (z toku) </w:t>
      </w:r>
      <w:r w:rsidRPr="6666FFEC" w:rsidR="00E22FBC">
        <w:rPr>
          <w:rFonts w:ascii="Corbel" w:hAnsi="Corbel"/>
          <w:b w:val="0"/>
          <w:bCs w:val="0"/>
          <w:caps w:val="0"/>
          <w:smallCaps w:val="0"/>
        </w:rPr>
        <w:t>zaliczenie z oceną</w:t>
      </w:r>
      <w:r w:rsidRPr="6666FFEC" w:rsidR="00E22FBC">
        <w:rPr>
          <w:rFonts w:ascii="Corbel" w:hAnsi="Corbel"/>
          <w:b w:val="0"/>
          <w:bCs w:val="0"/>
          <w:caps w:val="0"/>
          <w:smallCaps w:val="0"/>
        </w:rPr>
        <w:t xml:space="preserve">, </w:t>
      </w:r>
      <w:r w:rsidRPr="6666FFEC" w:rsidR="3AE59DB4">
        <w:rPr>
          <w:rFonts w:ascii="Corbel" w:hAnsi="Corbel"/>
          <w:b w:val="0"/>
          <w:bCs w:val="0"/>
          <w:caps w:val="0"/>
          <w:smallCaps w:val="0"/>
        </w:rPr>
        <w:t>egzamin</w:t>
      </w:r>
    </w:p>
    <w:p w:rsidR="00E960BB" w:rsidP="009C54AE" w:rsidRDefault="00E960BB" w14:paraId="25D949F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1BF7331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125B97FA" w14:textId="77777777">
        <w:tc>
          <w:tcPr>
            <w:tcW w:w="9670" w:type="dxa"/>
          </w:tcPr>
          <w:p w:rsidRPr="009C54AE" w:rsidR="0085747A" w:rsidP="00961920" w:rsidRDefault="00961920" w14:paraId="39627CD4" w14:textId="42801A6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1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angielskiego na poziomie B1 według Europejskiego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Systemu Opisu Kształcenia Językowego</w:t>
            </w:r>
          </w:p>
        </w:tc>
      </w:tr>
    </w:tbl>
    <w:p w:rsidR="00153C41" w:rsidP="009C54AE" w:rsidRDefault="00153C41" w14:paraId="5EE205D2" w14:textId="7715D339">
      <w:pPr>
        <w:pStyle w:val="Punktygwne"/>
        <w:spacing w:before="0" w:after="0"/>
        <w:rPr>
          <w:rFonts w:ascii="Corbel" w:hAnsi="Corbel"/>
          <w:szCs w:val="24"/>
        </w:rPr>
      </w:pPr>
    </w:p>
    <w:p w:rsidR="000208F2" w:rsidP="009C54AE" w:rsidRDefault="000208F2" w14:paraId="1B5520D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2006256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26D4B6C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4974E781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24E21954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23D7D" w14:paraId="049E81CF" w14:textId="77777777">
        <w:tc>
          <w:tcPr>
            <w:tcW w:w="851" w:type="dxa"/>
            <w:vAlign w:val="center"/>
          </w:tcPr>
          <w:p w:rsidRPr="009C54AE" w:rsidR="0085747A" w:rsidP="009C54AE" w:rsidRDefault="0085747A" w14:paraId="10F280B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61920" w:rsidR="00961920" w:rsidP="00961920" w:rsidRDefault="00961920" w14:paraId="7697AD77" w14:textId="77777777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</w:p>
          <w:p w:rsidRPr="00961920" w:rsidR="00961920" w:rsidP="00961920" w:rsidRDefault="00961920" w14:paraId="33E6B720" w14:textId="77777777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</w:p>
          <w:p w:rsidRPr="009C54AE" w:rsidR="008C441B" w:rsidP="00961920" w:rsidRDefault="00961920" w14:paraId="418ACB1A" w14:textId="3D776DDB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pisemnych) w ramach tworzenia kompetencji komunikacyjnej na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</w:t>
            </w:r>
            <w:r w:rsidRPr="00961920">
              <w:rPr>
                <w:rFonts w:ascii="Corbel" w:hAnsi="Corbel"/>
                <w:b w:val="0"/>
                <w:sz w:val="24"/>
                <w:szCs w:val="24"/>
              </w:rPr>
              <w:t>oziomie B2.</w:t>
            </w:r>
          </w:p>
        </w:tc>
      </w:tr>
      <w:tr w:rsidRPr="009C54AE" w:rsidR="0085747A" w:rsidTr="00923D7D" w14:paraId="5D1C748E" w14:textId="77777777">
        <w:tc>
          <w:tcPr>
            <w:tcW w:w="851" w:type="dxa"/>
            <w:vAlign w:val="center"/>
          </w:tcPr>
          <w:p w:rsidRPr="009C54AE" w:rsidR="0085747A" w:rsidP="009C54AE" w:rsidRDefault="008C441B" w14:paraId="4FE6A21D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:rsidRPr="00961920" w:rsidR="00961920" w:rsidP="00961920" w:rsidRDefault="00961920" w14:paraId="43643C29" w14:textId="77777777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Wykształcenie kompetencji językowej umożliwiającej komunikację w</w:t>
            </w:r>
          </w:p>
          <w:p w:rsidRPr="009C54AE" w:rsidR="0085747A" w:rsidP="00961920" w:rsidRDefault="00961920" w14:paraId="5DE60A0D" w14:textId="5B4EAAAC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sytuacjach dnia codziennego jak i płynne i poprawne posługiwanie się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z w:val="24"/>
                <w:szCs w:val="24"/>
              </w:rPr>
              <w:t>językiem angielskim do celów zawodowych i naukowych.</w:t>
            </w:r>
          </w:p>
        </w:tc>
      </w:tr>
      <w:tr w:rsidRPr="009C54AE" w:rsidR="00961920" w:rsidTr="00923D7D" w14:paraId="24F03648" w14:textId="77777777">
        <w:tc>
          <w:tcPr>
            <w:tcW w:w="851" w:type="dxa"/>
            <w:vAlign w:val="center"/>
          </w:tcPr>
          <w:p w:rsidR="00961920" w:rsidP="009C54AE" w:rsidRDefault="00961920" w14:paraId="6DBCD150" w14:textId="5074215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961920" w:rsidP="00961920" w:rsidRDefault="00961920" w14:paraId="7FB6DAAE" w14:textId="61886317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Kształcenie i udoskonalenie poprawności gramatycznej w wypowiedziach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z w:val="24"/>
                <w:szCs w:val="24"/>
              </w:rPr>
              <w:t>ustnych i pisemnych.</w:t>
            </w:r>
          </w:p>
        </w:tc>
      </w:tr>
      <w:tr w:rsidRPr="009C54AE" w:rsidR="00961920" w:rsidTr="00923D7D" w14:paraId="00C21C69" w14:textId="77777777">
        <w:tc>
          <w:tcPr>
            <w:tcW w:w="851" w:type="dxa"/>
            <w:vAlign w:val="center"/>
          </w:tcPr>
          <w:p w:rsidR="00961920" w:rsidP="009C54AE" w:rsidRDefault="00961920" w14:paraId="4786879A" w14:textId="295618A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961920" w:rsidP="00961920" w:rsidRDefault="00961920" w14:paraId="0F0CFFE8" w14:textId="7F85BD35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Poszerzenie słownictwa ogólnego oraz wprowadzenie słownictwa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z w:val="24"/>
                <w:szCs w:val="24"/>
              </w:rPr>
              <w:t>specjalistycznego (słownictwa w zakresie problematyki pracy socjalnej).</w:t>
            </w:r>
          </w:p>
        </w:tc>
      </w:tr>
      <w:tr w:rsidRPr="009C54AE" w:rsidR="00961920" w:rsidTr="00923D7D" w14:paraId="3BEF1106" w14:textId="77777777">
        <w:tc>
          <w:tcPr>
            <w:tcW w:w="851" w:type="dxa"/>
            <w:vAlign w:val="center"/>
          </w:tcPr>
          <w:p w:rsidR="00961920" w:rsidP="009C54AE" w:rsidRDefault="00961920" w14:paraId="669B422A" w14:textId="3449C77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Pr="00961920" w:rsidR="00961920" w:rsidP="00961920" w:rsidRDefault="00961920" w14:paraId="4BAFBD29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Przygotowanie do przedstawienia zagadnień dotyczących własnej</w:t>
            </w:r>
          </w:p>
          <w:p w:rsidRPr="00961920" w:rsidR="00961920" w:rsidP="00961920" w:rsidRDefault="00961920" w14:paraId="2FF8A304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tematyki zawodowej w formie prezentacji opracowanej w oparciu o teksty</w:t>
            </w:r>
          </w:p>
          <w:p w:rsidRPr="00961920" w:rsidR="00961920" w:rsidP="00961920" w:rsidRDefault="00961920" w14:paraId="6D4645C2" w14:textId="7092911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fachowe.</w:t>
            </w:r>
          </w:p>
        </w:tc>
      </w:tr>
    </w:tbl>
    <w:p w:rsidRPr="009C54AE" w:rsidR="0085747A" w:rsidP="009C54AE" w:rsidRDefault="0085747A" w14:paraId="4149CFC8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47B4F8D5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04BAE0A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9C54AE" w:rsidR="0085747A" w:rsidTr="0071620A" w14:paraId="5FCB248A" w14:textId="77777777">
        <w:tc>
          <w:tcPr>
            <w:tcW w:w="1701" w:type="dxa"/>
            <w:vAlign w:val="center"/>
          </w:tcPr>
          <w:p w:rsidRPr="009C54AE" w:rsidR="0085747A" w:rsidP="009C54AE" w:rsidRDefault="0085747A" w14:paraId="1049B91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774D9CC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7785B70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33EE6E5C" w14:textId="77777777">
        <w:tc>
          <w:tcPr>
            <w:tcW w:w="1701" w:type="dxa"/>
          </w:tcPr>
          <w:p w:rsidRPr="009C54AE" w:rsidR="0085747A" w:rsidP="009C54AE" w:rsidRDefault="0085747A" w14:paraId="0F45A75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9C54AE" w:rsidR="0085747A" w:rsidP="00961920" w:rsidRDefault="00961920" w14:paraId="7E325D78" w14:textId="42618C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1920">
              <w:rPr>
                <w:rFonts w:ascii="Corbel" w:hAnsi="Corbel"/>
                <w:b w:val="0"/>
                <w:smallCaps w:val="0"/>
                <w:szCs w:val="24"/>
              </w:rPr>
              <w:t>Student potrafi przygotowywać typowe prace</w:t>
            </w:r>
            <w:r w:rsidR="001E5B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mallCaps w:val="0"/>
                <w:szCs w:val="24"/>
              </w:rPr>
              <w:t>pisemne w języku polskim oraz analizować teksty w</w:t>
            </w:r>
            <w:r w:rsidR="001E5B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mallCaps w:val="0"/>
                <w:szCs w:val="24"/>
              </w:rPr>
              <w:t>języku obcym (angielskim) w zakresie problematyki</w:t>
            </w:r>
            <w:r w:rsidR="001E5B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mallCaps w:val="0"/>
                <w:szCs w:val="24"/>
              </w:rPr>
              <w:t>pracy socjalnej dotyczące zagadnień</w:t>
            </w:r>
            <w:r w:rsidR="001E5B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mallCaps w:val="0"/>
                <w:szCs w:val="24"/>
              </w:rPr>
              <w:t>szczegółowych, przy wykorzystaniu podstawowych</w:t>
            </w:r>
            <w:r w:rsidR="001E5B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mallCaps w:val="0"/>
                <w:szCs w:val="24"/>
              </w:rPr>
              <w:t>ujęć teoretycznych, obserwacji i doświadczeń</w:t>
            </w:r>
            <w:r w:rsidR="001E5B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mallCaps w:val="0"/>
                <w:szCs w:val="24"/>
              </w:rPr>
              <w:t>praktycznych, a także zróżnicowanych źródeł.</w:t>
            </w:r>
          </w:p>
        </w:tc>
        <w:tc>
          <w:tcPr>
            <w:tcW w:w="1873" w:type="dxa"/>
          </w:tcPr>
          <w:p w:rsidRPr="009C54AE" w:rsidR="0085747A" w:rsidP="009C54AE" w:rsidRDefault="00BA3AEE" w14:paraId="6D38B7C2" w14:textId="2AEFA7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961920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96192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Pr="009C54AE" w:rsidR="0085747A" w:rsidTr="005E6E85" w14:paraId="6B2C7F91" w14:textId="77777777">
        <w:tc>
          <w:tcPr>
            <w:tcW w:w="1701" w:type="dxa"/>
          </w:tcPr>
          <w:p w:rsidRPr="009C54AE" w:rsidR="0085747A" w:rsidP="009C54AE" w:rsidRDefault="0085747A" w14:paraId="5D0C940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61920" w:rsidR="00961920" w:rsidP="00961920" w:rsidRDefault="00961920" w14:paraId="682C114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1920">
              <w:rPr>
                <w:rFonts w:ascii="Corbel" w:hAnsi="Corbel"/>
                <w:b w:val="0"/>
                <w:smallCaps w:val="0"/>
                <w:szCs w:val="24"/>
              </w:rPr>
              <w:t>Student potrafi przygotowywać samodzielnie</w:t>
            </w:r>
          </w:p>
          <w:p w:rsidRPr="00961920" w:rsidR="00961920" w:rsidP="00961920" w:rsidRDefault="00961920" w14:paraId="7DA0677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1920">
              <w:rPr>
                <w:rFonts w:ascii="Corbel" w:hAnsi="Corbel"/>
                <w:b w:val="0"/>
                <w:smallCaps w:val="0"/>
                <w:szCs w:val="24"/>
              </w:rPr>
              <w:t>wystąpienia ustne w języku polskim oraz w języku</w:t>
            </w:r>
          </w:p>
          <w:p w:rsidRPr="00961920" w:rsidR="00961920" w:rsidP="00961920" w:rsidRDefault="00961920" w14:paraId="0DAD94A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1920">
              <w:rPr>
                <w:rFonts w:ascii="Corbel" w:hAnsi="Corbel"/>
                <w:b w:val="0"/>
                <w:smallCaps w:val="0"/>
                <w:szCs w:val="24"/>
              </w:rPr>
              <w:t>obcym (języku angielskim), w zakresie problematyki</w:t>
            </w:r>
          </w:p>
          <w:p w:rsidRPr="009C54AE" w:rsidR="0085747A" w:rsidP="00961920" w:rsidRDefault="00961920" w14:paraId="329B6522" w14:textId="41260E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1920">
              <w:rPr>
                <w:rFonts w:ascii="Corbel" w:hAnsi="Corbel"/>
                <w:b w:val="0"/>
                <w:smallCaps w:val="0"/>
                <w:szCs w:val="24"/>
              </w:rPr>
              <w:t>pracy socjalnej, dotyczące zagadnień</w:t>
            </w:r>
            <w:r w:rsidR="001E5B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mallCaps w:val="0"/>
                <w:szCs w:val="24"/>
              </w:rPr>
              <w:t>szczegółowych, z wykorzystaniem podstawowych</w:t>
            </w:r>
            <w:r w:rsidR="001E5B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mallCaps w:val="0"/>
                <w:szCs w:val="24"/>
              </w:rPr>
              <w:t>ujęć teoretycznych, a także zróżnicowanych źródeł.</w:t>
            </w:r>
          </w:p>
        </w:tc>
        <w:tc>
          <w:tcPr>
            <w:tcW w:w="1873" w:type="dxa"/>
          </w:tcPr>
          <w:p w:rsidRPr="009C54AE" w:rsidR="0085747A" w:rsidP="009C54AE" w:rsidRDefault="00BA3AEE" w14:paraId="0E83A3B8" w14:textId="5D284B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F12013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</w:tr>
      <w:tr w:rsidRPr="009C54AE" w:rsidR="0085747A" w:rsidTr="005E6E85" w14:paraId="502BD9B6" w14:textId="77777777">
        <w:tc>
          <w:tcPr>
            <w:tcW w:w="1701" w:type="dxa"/>
          </w:tcPr>
          <w:p w:rsidRPr="009C54AE" w:rsidR="0085747A" w:rsidP="009C54AE" w:rsidRDefault="0085747A" w14:paraId="2526C09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D3B0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Pr="009C54AE" w:rsidR="0085747A" w:rsidP="00F12013" w:rsidRDefault="00F12013" w14:paraId="5AB6E4FA" w14:textId="3B08FC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013">
              <w:rPr>
                <w:rFonts w:ascii="Corbel" w:hAnsi="Corbel"/>
                <w:b w:val="0"/>
                <w:smallCaps w:val="0"/>
                <w:szCs w:val="24"/>
              </w:rPr>
              <w:t>Student potrafi samodzielnie dokonywać</w:t>
            </w:r>
            <w:r w:rsidR="001E5B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12013">
              <w:rPr>
                <w:rFonts w:ascii="Corbel" w:hAnsi="Corbel"/>
                <w:b w:val="0"/>
                <w:smallCaps w:val="0"/>
                <w:szCs w:val="24"/>
              </w:rPr>
              <w:t>tłumaczenia i interpretacji tekstów w zakresie</w:t>
            </w:r>
            <w:r w:rsidR="001E5B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12013">
              <w:rPr>
                <w:rFonts w:ascii="Corbel" w:hAnsi="Corbel"/>
                <w:b w:val="0"/>
                <w:smallCaps w:val="0"/>
                <w:szCs w:val="24"/>
              </w:rPr>
              <w:t>problematyki pracy socjalnej w języku obcym</w:t>
            </w:r>
            <w:r w:rsidR="001E5B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12013">
              <w:rPr>
                <w:rFonts w:ascii="Corbel" w:hAnsi="Corbel"/>
                <w:b w:val="0"/>
                <w:smallCaps w:val="0"/>
                <w:szCs w:val="24"/>
              </w:rPr>
              <w:t xml:space="preserve">(języku angielskim) zgodne z </w:t>
            </w:r>
            <w:r w:rsidRPr="00F1201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wymaganiami</w:t>
            </w:r>
            <w:r w:rsidR="001E5B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12013">
              <w:rPr>
                <w:rFonts w:ascii="Corbel" w:hAnsi="Corbel"/>
                <w:b w:val="0"/>
                <w:smallCaps w:val="0"/>
                <w:szCs w:val="24"/>
              </w:rPr>
              <w:t>określonymi dla poziomu B2 Europejskiego Systemu</w:t>
            </w:r>
            <w:r w:rsidR="001E5B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12013">
              <w:rPr>
                <w:rFonts w:ascii="Corbel" w:hAnsi="Corbel"/>
                <w:b w:val="0"/>
                <w:smallCaps w:val="0"/>
                <w:szCs w:val="24"/>
              </w:rPr>
              <w:t>Opisu Kształcenia Językowego</w:t>
            </w:r>
          </w:p>
        </w:tc>
        <w:tc>
          <w:tcPr>
            <w:tcW w:w="1873" w:type="dxa"/>
          </w:tcPr>
          <w:p w:rsidR="0085747A" w:rsidP="009C54AE" w:rsidRDefault="00BA3AEE" w14:paraId="2385026C" w14:textId="102D8B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D5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</w:t>
            </w:r>
            <w:r w:rsidRPr="00A45D54" w:rsidR="00F12013">
              <w:rPr>
                <w:rFonts w:ascii="Corbel" w:hAnsi="Corbel"/>
                <w:b w:val="0"/>
                <w:smallCaps w:val="0"/>
                <w:szCs w:val="24"/>
              </w:rPr>
              <w:t>U1</w:t>
            </w:r>
            <w:r w:rsidRPr="00A45D54" w:rsidR="00A45D5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:rsidRPr="009C54AE" w:rsidR="00A45D54" w:rsidP="009C54AE" w:rsidRDefault="00A45D54" w14:paraId="357B2449" w14:textId="3BD46C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3D4C091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290669E4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761906D3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3927B2EE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2B8ED587" w14:textId="77777777">
        <w:tc>
          <w:tcPr>
            <w:tcW w:w="9639" w:type="dxa"/>
          </w:tcPr>
          <w:p w:rsidRPr="009C54AE" w:rsidR="0085747A" w:rsidP="009C54AE" w:rsidRDefault="0085747A" w14:paraId="43082C0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6C07E505" w14:textId="77777777">
        <w:tc>
          <w:tcPr>
            <w:tcW w:w="9639" w:type="dxa"/>
          </w:tcPr>
          <w:p w:rsidRPr="001E5BA0" w:rsidR="001E5BA0" w:rsidP="001E5BA0" w:rsidRDefault="001E5BA0" w14:paraId="4061C0D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Semestr 1</w:t>
            </w:r>
          </w:p>
          <w:p w:rsidR="001E5BA0" w:rsidP="001E5BA0" w:rsidRDefault="001E5BA0" w14:paraId="0660B4C7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Przygotowanie do wypełniania ról zawodowych: etapy kształcenia,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5BA0">
              <w:rPr>
                <w:rFonts w:ascii="Corbel" w:hAnsi="Corbel"/>
                <w:sz w:val="24"/>
                <w:szCs w:val="24"/>
              </w:rPr>
              <w:t>uniwersytety i szkoły wyższe, struktura uczelni, władze, wydziały,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5BA0">
              <w:rPr>
                <w:rFonts w:ascii="Corbel" w:hAnsi="Corbel"/>
                <w:sz w:val="24"/>
                <w:szCs w:val="24"/>
              </w:rPr>
              <w:t xml:space="preserve">organizacja roku akademickiego, plany studiów. </w:t>
            </w:r>
          </w:p>
          <w:p w:rsidR="001E5BA0" w:rsidP="001E5BA0" w:rsidRDefault="001E5BA0" w14:paraId="6C09C2BF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Autoprezentacja, nawiązywanie znajomości, wywiady.</w:t>
            </w:r>
          </w:p>
          <w:p w:rsidR="001E5BA0" w:rsidP="001E5BA0" w:rsidRDefault="001E5BA0" w14:paraId="79208909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Osobowość, cechy charakteru, sposoby interpretacji osobowości.</w:t>
            </w:r>
          </w:p>
          <w:p w:rsidR="001E5BA0" w:rsidP="001E5BA0" w:rsidRDefault="001E5BA0" w14:paraId="37F3D3E4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Rozmowa kwalifikacyjna: życiorys, podanie o pracę, przygotowanie do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5BA0">
              <w:rPr>
                <w:rFonts w:ascii="Corbel" w:hAnsi="Corbel"/>
                <w:sz w:val="24"/>
                <w:szCs w:val="24"/>
              </w:rPr>
              <w:t>rozmowy kwalifikacyjnej, typowe pytania i odpowiedzi.</w:t>
            </w:r>
          </w:p>
          <w:p w:rsidR="001E5BA0" w:rsidP="001E5BA0" w:rsidRDefault="001E5BA0" w14:paraId="3480F53F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 xml:space="preserve">Zdrowie. Pierwsza pomoc. Wizyta u lekarza. Uzależnienie od Internetu. </w:t>
            </w:r>
          </w:p>
          <w:p w:rsidRPr="001E5BA0" w:rsidR="0085747A" w:rsidP="001E5BA0" w:rsidRDefault="001E5BA0" w14:paraId="21A2579D" w14:textId="1DC006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Wiek i starzenie się. Opieka i relacje z osobami starszymi. Komunikacja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5BA0">
              <w:rPr>
                <w:rFonts w:ascii="Corbel" w:hAnsi="Corbel"/>
                <w:sz w:val="24"/>
                <w:szCs w:val="24"/>
              </w:rPr>
              <w:t>międzypokoleniowa</w:t>
            </w:r>
          </w:p>
        </w:tc>
      </w:tr>
      <w:tr w:rsidRPr="009C54AE" w:rsidR="0085747A" w:rsidTr="00923D7D" w14:paraId="7749872B" w14:textId="77777777">
        <w:tc>
          <w:tcPr>
            <w:tcW w:w="9639" w:type="dxa"/>
          </w:tcPr>
          <w:p w:rsidRPr="001E5BA0" w:rsidR="001E5BA0" w:rsidP="001E5BA0" w:rsidRDefault="001E5BA0" w14:paraId="75C43466" w14:textId="77777777">
            <w:pPr>
              <w:pStyle w:val="Akapitzlist"/>
              <w:spacing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Semestr 2</w:t>
            </w:r>
          </w:p>
          <w:p w:rsidR="001E5BA0" w:rsidP="001E5BA0" w:rsidRDefault="001E5BA0" w14:paraId="21C9582C" w14:textId="77777777">
            <w:pPr>
              <w:pStyle w:val="Akapitzlist"/>
              <w:numPr>
                <w:ilvl w:val="0"/>
                <w:numId w:val="3"/>
              </w:numPr>
              <w:spacing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Zawody i zadania zawodowe: nazywanie zawodów, pełnionych funkcji,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5BA0">
              <w:rPr>
                <w:rFonts w:ascii="Corbel" w:hAnsi="Corbel"/>
                <w:sz w:val="24"/>
                <w:szCs w:val="24"/>
              </w:rPr>
              <w:t>czynności (z uwzględnieniem specyfiki wybranego kierunku studiów oraz specjalności), stopnie kariery zawodowej, planowanie własnego rozwoju zawodowego.</w:t>
            </w:r>
          </w:p>
          <w:p w:rsidR="001E5BA0" w:rsidP="001E5BA0" w:rsidRDefault="001E5BA0" w14:paraId="503F3DBF" w14:textId="77777777">
            <w:pPr>
              <w:pStyle w:val="Akapitzlist"/>
              <w:numPr>
                <w:ilvl w:val="0"/>
                <w:numId w:val="3"/>
              </w:numPr>
              <w:spacing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Zawód pracownika socjalnego. Opis podstawowych obowiązków. Typowy dzień pracy pracownika socjalnego i asystenta rodziny. Zjawisko wypalenia zawodowego.</w:t>
            </w:r>
          </w:p>
          <w:p w:rsidR="001E5BA0" w:rsidP="001E5BA0" w:rsidRDefault="001E5BA0" w14:paraId="60B6A98B" w14:textId="77777777">
            <w:pPr>
              <w:pStyle w:val="Akapitzlist"/>
              <w:numPr>
                <w:ilvl w:val="0"/>
                <w:numId w:val="3"/>
              </w:numPr>
              <w:spacing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Funkcjonowanie w domu, szkole i zakładzie pracy: reguły zachowania, formuły powitania, pożegnania, prowadzenia rozmowy, negocjowania, sposób ubierania się (</w:t>
            </w:r>
            <w:proofErr w:type="spellStart"/>
            <w:r w:rsidRPr="001E5BA0">
              <w:rPr>
                <w:rFonts w:ascii="Corbel" w:hAnsi="Corbel"/>
                <w:sz w:val="24"/>
                <w:szCs w:val="24"/>
              </w:rPr>
              <w:t>dress-code</w:t>
            </w:r>
            <w:proofErr w:type="spellEnd"/>
            <w:r w:rsidRPr="001E5BA0">
              <w:rPr>
                <w:rFonts w:ascii="Corbel" w:hAnsi="Corbel"/>
                <w:sz w:val="24"/>
                <w:szCs w:val="24"/>
              </w:rPr>
              <w:t>).</w:t>
            </w:r>
          </w:p>
          <w:p w:rsidR="001E5BA0" w:rsidP="001E5BA0" w:rsidRDefault="001E5BA0" w14:paraId="0290E355" w14:textId="77777777">
            <w:pPr>
              <w:pStyle w:val="Akapitzlist"/>
              <w:numPr>
                <w:ilvl w:val="0"/>
                <w:numId w:val="3"/>
              </w:numPr>
              <w:spacing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Podróże służbowe: lotnicze, autobusowe i samochodowe, rezerwacja biletu i hotelu, ustalenie i przesunięcie terminu spotkań.</w:t>
            </w:r>
          </w:p>
          <w:p w:rsidR="001E5BA0" w:rsidP="001E5BA0" w:rsidRDefault="001E5BA0" w14:paraId="0F7D975A" w14:textId="77777777">
            <w:pPr>
              <w:pStyle w:val="Akapitzlist"/>
              <w:numPr>
                <w:ilvl w:val="0"/>
                <w:numId w:val="3"/>
              </w:numPr>
              <w:spacing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Zainteresowania czytelnicze studentów. Krótkie opowiadania.</w:t>
            </w:r>
          </w:p>
          <w:p w:rsidRPr="001E5BA0" w:rsidR="001E5BA0" w:rsidP="001E5BA0" w:rsidRDefault="001E5BA0" w14:paraId="51D2C131" w14:textId="6666C417">
            <w:pPr>
              <w:pStyle w:val="Akapitzlist"/>
              <w:numPr>
                <w:ilvl w:val="0"/>
                <w:numId w:val="3"/>
              </w:numPr>
              <w:spacing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Pogoda. Warunki atmosferyczne. Ekologia. Zmiany klimatyczne.</w:t>
            </w:r>
          </w:p>
          <w:p w:rsidRPr="009C54AE" w:rsidR="0085747A" w:rsidP="009C54AE" w:rsidRDefault="0085747A" w14:paraId="05E9D97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85747A" w:rsidTr="00923D7D" w14:paraId="7DD5E2EB" w14:textId="77777777">
        <w:tc>
          <w:tcPr>
            <w:tcW w:w="9639" w:type="dxa"/>
          </w:tcPr>
          <w:p w:rsidRPr="001E5BA0" w:rsidR="001E5BA0" w:rsidP="001E5BA0" w:rsidRDefault="001E5BA0" w14:paraId="6C67FAB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Semestr 3</w:t>
            </w:r>
          </w:p>
          <w:p w:rsidR="001E5BA0" w:rsidP="001E5BA0" w:rsidRDefault="001E5BA0" w14:paraId="65AFD820" w14:textId="7777777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Ryzyko. Podejmowanie trudnych decyzji. Sporty ekstremalne.</w:t>
            </w:r>
          </w:p>
          <w:p w:rsidR="001E5BA0" w:rsidP="001E5BA0" w:rsidRDefault="001E5BA0" w14:paraId="52CF3C7E" w14:textId="7777777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Zagrożenie życia, sytuacje ekstremalne. Opisywanie zdarzeń i reakcji.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5BA0">
              <w:rPr>
                <w:rFonts w:ascii="Corbel" w:hAnsi="Corbel"/>
                <w:sz w:val="24"/>
                <w:szCs w:val="24"/>
              </w:rPr>
              <w:t>Opisywanie uczuć pozytywnych i negatywnych.</w:t>
            </w:r>
          </w:p>
          <w:p w:rsidR="001E5BA0" w:rsidP="001E5BA0" w:rsidRDefault="001E5BA0" w14:paraId="1AC097C5" w14:textId="7777777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1E5BA0">
              <w:rPr>
                <w:rFonts w:ascii="Corbel" w:hAnsi="Corbel"/>
                <w:sz w:val="24"/>
                <w:szCs w:val="24"/>
              </w:rPr>
              <w:t>ytuacje konfliktowe. Rozwiązywanie konfliktów. Porady psychologa.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5BA0">
              <w:rPr>
                <w:rFonts w:ascii="Corbel" w:hAnsi="Corbel"/>
                <w:sz w:val="24"/>
                <w:szCs w:val="24"/>
              </w:rPr>
              <w:t>Mediacje i negocjacje w pracy socjalnej.</w:t>
            </w:r>
          </w:p>
          <w:p w:rsidR="001E5BA0" w:rsidP="001E5BA0" w:rsidRDefault="001E5BA0" w14:paraId="27C9F7F5" w14:textId="7777777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Rodzina – stopnie pokrewieństwa, rodzina zastępcza, problemy dzieci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5BA0">
              <w:rPr>
                <w:rFonts w:ascii="Corbel" w:hAnsi="Corbel"/>
                <w:sz w:val="24"/>
                <w:szCs w:val="24"/>
              </w:rPr>
              <w:t>adopcyjnych, sytuacja rodzin polskich i angielskich, konflikty rodzinne,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5BA0">
              <w:rPr>
                <w:rFonts w:ascii="Corbel" w:hAnsi="Corbel"/>
                <w:sz w:val="24"/>
                <w:szCs w:val="24"/>
              </w:rPr>
              <w:t>rodziny dysfunkcyjne, organizacja pomocy społecznej, wsparcie rodziny.</w:t>
            </w:r>
          </w:p>
          <w:p w:rsidRPr="001E5BA0" w:rsidR="0085747A" w:rsidP="001E5BA0" w:rsidRDefault="001E5BA0" w14:paraId="5AD37900" w14:textId="263FDD3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Depresja. Przyczyny i objawy choroby. Sposoby pomocy osobom z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5BA0">
              <w:rPr>
                <w:rFonts w:ascii="Corbel" w:hAnsi="Corbel"/>
                <w:sz w:val="24"/>
                <w:szCs w:val="24"/>
              </w:rPr>
              <w:t>depresją.</w:t>
            </w:r>
          </w:p>
        </w:tc>
      </w:tr>
      <w:tr w:rsidRPr="009C54AE" w:rsidR="001E5BA0" w:rsidTr="00923D7D" w14:paraId="0ED629D7" w14:textId="77777777">
        <w:tc>
          <w:tcPr>
            <w:tcW w:w="9639" w:type="dxa"/>
          </w:tcPr>
          <w:p w:rsidRPr="001E5BA0" w:rsidR="001E5BA0" w:rsidP="001E5BA0" w:rsidRDefault="001E5BA0" w14:paraId="1B97CC2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Semestr 4</w:t>
            </w:r>
          </w:p>
          <w:p w:rsidR="001E5BA0" w:rsidP="001E5BA0" w:rsidRDefault="001E5BA0" w14:paraId="23FC1EB0" w14:textId="7777777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Przestępczość. Rodzaje przestępstw i kar. Resocjalizacja. Praca socjalna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5BA0">
              <w:rPr>
                <w:rFonts w:ascii="Corbel" w:hAnsi="Corbel"/>
                <w:sz w:val="24"/>
                <w:szCs w:val="24"/>
              </w:rPr>
              <w:t>z osadzonymi w więzieniach.</w:t>
            </w:r>
          </w:p>
          <w:p w:rsidR="001E5BA0" w:rsidP="001E5BA0" w:rsidRDefault="001E5BA0" w14:paraId="31DB7D06" w14:textId="7777777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Aglomeracje miejskie. Problemy wielkich miast i jego mieszkańców.</w:t>
            </w:r>
          </w:p>
          <w:p w:rsidR="001E5BA0" w:rsidP="001E5BA0" w:rsidRDefault="001E5BA0" w14:paraId="567B5D36" w14:textId="7777777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Zasady pisania raportów, listów, wiadomości e-mail, język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5BA0">
              <w:rPr>
                <w:rFonts w:ascii="Corbel" w:hAnsi="Corbel"/>
                <w:sz w:val="24"/>
                <w:szCs w:val="24"/>
              </w:rPr>
              <w:t>formalny/nieformalny, typowe zwroty i wyrażenia</w:t>
            </w:r>
          </w:p>
          <w:p w:rsidR="001E5BA0" w:rsidP="001E5BA0" w:rsidRDefault="001E5BA0" w14:paraId="0213C892" w14:textId="7777777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lastRenderedPageBreak/>
              <w:t>Wielcy mówcy, przemówienia, prezentacje.</w:t>
            </w:r>
          </w:p>
          <w:p w:rsidRPr="001E5BA0" w:rsidR="001E5BA0" w:rsidP="001E5BA0" w:rsidRDefault="001E5BA0" w14:paraId="550729A9" w14:textId="6D71AE2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93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Wybrane zagadnienia związane z problematyką pracy socjalnej 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5BA0">
              <w:rPr>
                <w:rFonts w:ascii="Corbel" w:hAnsi="Corbel"/>
                <w:sz w:val="24"/>
                <w:szCs w:val="24"/>
              </w:rPr>
              <w:t>rodziny; tematyczne prezentacje multimedialne studentów. Zasady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5BA0">
              <w:rPr>
                <w:rFonts w:ascii="Corbel" w:hAnsi="Corbel"/>
                <w:sz w:val="24"/>
                <w:szCs w:val="24"/>
              </w:rPr>
              <w:t>konstruowania agendy wypowiedzi, pokazu multimedialnego,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5BA0">
              <w:rPr>
                <w:rFonts w:ascii="Corbel" w:hAnsi="Corbel"/>
                <w:sz w:val="24"/>
                <w:szCs w:val="24"/>
              </w:rPr>
              <w:t>cytowania źródeł, zapis bibliograficzny.</w:t>
            </w:r>
          </w:p>
        </w:tc>
      </w:tr>
    </w:tbl>
    <w:p w:rsidRPr="009C54AE" w:rsidR="0085747A" w:rsidP="009C54AE" w:rsidRDefault="0085747A" w14:paraId="116F3D1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0A0A941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52E010DE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78F3FEA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E5BA0" w:rsidR="001E5BA0" w:rsidP="001E5BA0" w:rsidRDefault="001E5BA0" w14:paraId="78727E69" w14:textId="77777777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1E5BA0">
        <w:rPr>
          <w:rFonts w:ascii="Corbel" w:hAnsi="Corbel"/>
          <w:b w:val="0"/>
          <w:smallCaps w:val="0"/>
          <w:szCs w:val="24"/>
        </w:rPr>
        <w:t>Metody komunikatywne</w:t>
      </w:r>
    </w:p>
    <w:p w:rsidRPr="009C54AE" w:rsidR="0085747A" w:rsidP="001E5BA0" w:rsidRDefault="001E5BA0" w14:paraId="6D2A9EFF" w14:textId="5EDC1568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1E5BA0">
        <w:rPr>
          <w:rFonts w:ascii="Corbel" w:hAnsi="Corbel"/>
          <w:b w:val="0"/>
          <w:smallCaps w:val="0"/>
          <w:szCs w:val="24"/>
        </w:rPr>
        <w:t>Formy organizacyjne: praca indywidualna, praca w grupach, dyskusja,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1E5BA0">
        <w:rPr>
          <w:rFonts w:ascii="Corbel" w:hAnsi="Corbel"/>
          <w:b w:val="0"/>
          <w:smallCaps w:val="0"/>
          <w:szCs w:val="24"/>
        </w:rPr>
        <w:t>rozwiązywanie zadań i testów, prezentacja dydaktyczna, prezentacja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1E5BA0">
        <w:rPr>
          <w:rFonts w:ascii="Corbel" w:hAnsi="Corbel"/>
          <w:b w:val="0"/>
          <w:smallCaps w:val="0"/>
          <w:szCs w:val="24"/>
        </w:rPr>
        <w:t>multimedialna wybranego zagadnienia zgodnego z kierunkiem studiów wraz z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1E5BA0">
        <w:rPr>
          <w:rFonts w:ascii="Corbel" w:hAnsi="Corbel"/>
          <w:b w:val="0"/>
          <w:smallCaps w:val="0"/>
          <w:szCs w:val="24"/>
        </w:rPr>
        <w:t>omówieniem, analiza przypadków, ćwiczenia translacyjne pisemne i ustne z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1E5BA0">
        <w:rPr>
          <w:rFonts w:ascii="Corbel" w:hAnsi="Corbel"/>
          <w:b w:val="0"/>
          <w:smallCaps w:val="0"/>
          <w:szCs w:val="24"/>
        </w:rPr>
        <w:t>zakresu języka angielskiego specjalistycznego w zakresie problematyki pracy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1E5BA0">
        <w:rPr>
          <w:rFonts w:ascii="Corbel" w:hAnsi="Corbel"/>
          <w:b w:val="0"/>
          <w:smallCaps w:val="0"/>
          <w:szCs w:val="24"/>
        </w:rPr>
        <w:t>socjalnej.</w:t>
      </w:r>
    </w:p>
    <w:p w:rsidR="00E960BB" w:rsidP="009C54AE" w:rsidRDefault="00E960BB" w14:paraId="64F9EDE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P="009C54AE" w:rsidRDefault="00E960BB" w14:paraId="6327B79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05BBEAF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530B80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0911B3C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072A7FB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Pr="009C54AE" w:rsidR="00080ACD" w:rsidTr="00080ACD" w14:paraId="67993C9B" w14:textId="77777777">
        <w:tc>
          <w:tcPr>
            <w:tcW w:w="1962" w:type="dxa"/>
            <w:vAlign w:val="center"/>
          </w:tcPr>
          <w:p w:rsidRPr="009C54AE" w:rsidR="0085747A" w:rsidP="009C54AE" w:rsidRDefault="0071620A" w14:paraId="047309B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:rsidRPr="009C54AE" w:rsidR="0085747A" w:rsidP="009C54AE" w:rsidRDefault="00F974DA" w14:paraId="4C498B9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3C7C602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Pr="009C54AE" w:rsidR="00923D7D" w:rsidP="009C54AE" w:rsidRDefault="0085747A" w14:paraId="0A821C5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3C8579A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080ACD" w:rsidTr="00080ACD" w14:paraId="11D0FE89" w14:textId="77777777">
        <w:tc>
          <w:tcPr>
            <w:tcW w:w="1962" w:type="dxa"/>
          </w:tcPr>
          <w:p w:rsidRPr="009C54AE" w:rsidR="00080ACD" w:rsidP="009C54AE" w:rsidRDefault="00080ACD" w14:paraId="1D29B4D4" w14:textId="3AAD9C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</w:t>
            </w:r>
          </w:p>
        </w:tc>
        <w:tc>
          <w:tcPr>
            <w:tcW w:w="5442" w:type="dxa"/>
          </w:tcPr>
          <w:p w:rsidRPr="00080ACD" w:rsidR="00080ACD" w:rsidP="00080ACD" w:rsidRDefault="00080ACD" w14:paraId="640AF1EB" w14:textId="6FD4CF75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right="-37"/>
              <w:jc w:val="both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080ACD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krótsza i dłuższa wypowiedź pisemna, egzamin pisemny (test jednokrotnego wyboru, dłuższa </w:t>
            </w:r>
            <w:r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 </w:t>
            </w:r>
            <w:r w:rsidRPr="00080ACD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w</w:t>
            </w:r>
            <w:r w:rsidRPr="00080ACD">
              <w:rPr>
                <w:rFonts w:ascii="Corbel" w:hAnsi="Corbel" w:cs="DejaVu Sans"/>
                <w:color w:val="000000"/>
                <w:spacing w:val="-12"/>
                <w:sz w:val="24"/>
                <w:szCs w:val="24"/>
                <w:lang w:eastAsia="pl-PL"/>
              </w:rPr>
              <w:t>ypo</w:t>
            </w:r>
            <w:r w:rsidRPr="00080ACD">
              <w:rPr>
                <w:rFonts w:ascii="Corbel" w:hAnsi="Corbel" w:cs="DejaVu Sans"/>
                <w:color w:val="000000"/>
                <w:spacing w:val="-13"/>
                <w:sz w:val="24"/>
                <w:szCs w:val="24"/>
                <w:lang w:eastAsia="pl-PL"/>
              </w:rPr>
              <w:t xml:space="preserve">wiedź pisemna), test pisemny  </w:t>
            </w:r>
            <w:r w:rsidRPr="00080ACD">
              <w:rPr>
                <w:rFonts w:ascii="Corbel" w:hAnsi="Corbel" w:cs="DejaVu Sans"/>
                <w:color w:val="000000"/>
                <w:spacing w:val="-2"/>
                <w:sz w:val="24"/>
                <w:szCs w:val="24"/>
                <w:lang w:eastAsia="pl-PL"/>
              </w:rPr>
              <w:t>jednokrotn</w:t>
            </w:r>
            <w:r w:rsidRPr="00080ACD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ego wyboru, realizacja projektu  indywidualnego, obserwacja w trakcie zajęć</w:t>
            </w:r>
          </w:p>
        </w:tc>
        <w:tc>
          <w:tcPr>
            <w:tcW w:w="2116" w:type="dxa"/>
          </w:tcPr>
          <w:p w:rsidRPr="009C54AE" w:rsidR="00080ACD" w:rsidP="009C54AE" w:rsidRDefault="00080ACD" w14:paraId="12EFBA76" w14:textId="57B533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ćwiczenia</w:t>
            </w:r>
          </w:p>
        </w:tc>
      </w:tr>
      <w:tr w:rsidRPr="009C54AE" w:rsidR="00080ACD" w:rsidTr="00080ACD" w14:paraId="36EF1F83" w14:textId="77777777">
        <w:tc>
          <w:tcPr>
            <w:tcW w:w="1962" w:type="dxa"/>
          </w:tcPr>
          <w:p w:rsidRPr="009C54AE" w:rsidR="00080ACD" w:rsidP="00080ACD" w:rsidRDefault="00080ACD" w14:paraId="12EC5380" w14:textId="2113AF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EK_2</w:t>
            </w:r>
          </w:p>
        </w:tc>
        <w:tc>
          <w:tcPr>
            <w:tcW w:w="5442" w:type="dxa"/>
          </w:tcPr>
          <w:p w:rsidRPr="00080ACD" w:rsidR="00080ACD" w:rsidP="00080ACD" w:rsidRDefault="00080ACD" w14:paraId="0F4C0E39" w14:textId="33B48FE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"/>
              <w:jc w:val="both"/>
              <w:rPr>
                <w:rFonts w:ascii="Corbel" w:hAnsi="Corbel" w:cstheme="minorHAnsi"/>
                <w:sz w:val="24"/>
                <w:szCs w:val="24"/>
                <w:lang w:eastAsia="pl-PL"/>
              </w:rPr>
            </w:pPr>
            <w:r w:rsidRPr="00080ACD">
              <w:rPr>
                <w:rFonts w:ascii="Corbel" w:hAnsi="Corbel" w:cstheme="minorHAnsi"/>
                <w:color w:val="000000"/>
                <w:spacing w:val="-9"/>
                <w:sz w:val="24"/>
                <w:szCs w:val="24"/>
                <w:lang w:eastAsia="pl-PL"/>
              </w:rPr>
              <w:t>krótsz</w:t>
            </w:r>
            <w:r w:rsidRPr="00080ACD">
              <w:rPr>
                <w:rFonts w:ascii="Corbel" w:hAnsi="Corbel" w:cstheme="minorHAnsi"/>
                <w:color w:val="000000"/>
                <w:spacing w:val="-11"/>
                <w:sz w:val="24"/>
                <w:szCs w:val="24"/>
                <w:lang w:eastAsia="pl-PL"/>
              </w:rPr>
              <w:t xml:space="preserve">a i dłuższa wypowiedź ustna, projekt  </w:t>
            </w:r>
            <w:r w:rsidRPr="00080ACD">
              <w:rPr>
                <w:rFonts w:ascii="Corbel" w:hAnsi="Corbel" w:cstheme="minorHAnsi"/>
                <w:color w:val="000000"/>
                <w:spacing w:val="-1"/>
                <w:sz w:val="24"/>
                <w:szCs w:val="24"/>
                <w:lang w:eastAsia="pl-PL"/>
              </w:rPr>
              <w:t>indywidu</w:t>
            </w:r>
            <w:r w:rsidRPr="00080ACD">
              <w:rPr>
                <w:rFonts w:ascii="Corbel" w:hAnsi="Corbel" w:cstheme="minorHAnsi"/>
                <w:color w:val="000000"/>
                <w:sz w:val="24"/>
                <w:szCs w:val="24"/>
                <w:lang w:eastAsia="pl-PL"/>
              </w:rPr>
              <w:t xml:space="preserve">alny (prezentacja multimedialna z  zakresu wybranej specjalności lub prezentacja </w:t>
            </w:r>
            <w:r w:rsidRPr="00080ACD">
              <w:rPr>
                <w:rFonts w:ascii="Corbel" w:hAnsi="Corbel" w:cstheme="minorHAnsi"/>
                <w:color w:val="000000"/>
                <w:spacing w:val="-10"/>
                <w:sz w:val="24"/>
                <w:szCs w:val="24"/>
                <w:lang w:eastAsia="pl-PL"/>
              </w:rPr>
              <w:t>w</w:t>
            </w:r>
            <w:r w:rsidRPr="00080ACD">
              <w:rPr>
                <w:rFonts w:ascii="Corbel" w:hAnsi="Corbel" w:cstheme="minorHAnsi"/>
                <w:color w:val="000000"/>
                <w:spacing w:val="-12"/>
                <w:sz w:val="24"/>
                <w:szCs w:val="24"/>
                <w:lang w:eastAsia="pl-PL"/>
              </w:rPr>
              <w:t xml:space="preserve">ybranego zagadnienia dot. wybranej  </w:t>
            </w:r>
            <w:r w:rsidRPr="00080ACD">
              <w:rPr>
                <w:rFonts w:ascii="Corbel" w:hAnsi="Corbel" w:cstheme="minorHAnsi"/>
                <w:color w:val="000000"/>
                <w:spacing w:val="-11"/>
                <w:sz w:val="24"/>
                <w:szCs w:val="24"/>
                <w:lang w:eastAsia="pl-PL"/>
              </w:rPr>
              <w:t>specjalno</w:t>
            </w:r>
            <w:r w:rsidRPr="00080ACD">
              <w:rPr>
                <w:rFonts w:ascii="Corbel" w:hAnsi="Corbel" w:cstheme="minorHAnsi"/>
                <w:color w:val="000000"/>
                <w:spacing w:val="-9"/>
                <w:sz w:val="24"/>
                <w:szCs w:val="24"/>
                <w:lang w:eastAsia="pl-PL"/>
              </w:rPr>
              <w:t>ści i pracy dyplomowej) jako częś</w:t>
            </w:r>
            <w:r w:rsidRPr="00080ACD">
              <w:rPr>
                <w:rFonts w:ascii="Corbel" w:hAnsi="Corbel" w:cstheme="minorHAnsi"/>
                <w:color w:val="000000"/>
                <w:sz w:val="24"/>
                <w:szCs w:val="24"/>
                <w:lang w:eastAsia="pl-PL"/>
              </w:rPr>
              <w:t>ć  e</w:t>
            </w:r>
            <w:r w:rsidRPr="00080ACD">
              <w:rPr>
                <w:rFonts w:ascii="Corbel" w:hAnsi="Corbel" w:cstheme="minorHAnsi"/>
                <w:color w:val="000000"/>
                <w:spacing w:val="-9"/>
                <w:sz w:val="24"/>
                <w:szCs w:val="24"/>
                <w:lang w:eastAsia="pl-PL"/>
              </w:rPr>
              <w:t>gzaminu ustnego , realizowana w trakcie  trw</w:t>
            </w:r>
            <w:r w:rsidRPr="00080ACD">
              <w:rPr>
                <w:rFonts w:ascii="Corbel" w:hAnsi="Corbel" w:cstheme="minorHAnsi"/>
                <w:color w:val="000000"/>
                <w:sz w:val="24"/>
                <w:szCs w:val="24"/>
                <w:lang w:eastAsia="pl-PL"/>
              </w:rPr>
              <w:t>ania semestru, obserwacja w trakcie zajęć</w:t>
            </w:r>
          </w:p>
        </w:tc>
        <w:tc>
          <w:tcPr>
            <w:tcW w:w="2116" w:type="dxa"/>
          </w:tcPr>
          <w:p w:rsidRPr="009C54AE" w:rsidR="00080ACD" w:rsidP="00080ACD" w:rsidRDefault="00080ACD" w14:paraId="73CA6770" w14:textId="65FFB6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4416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Pr="009C54AE" w:rsidR="00080ACD" w:rsidTr="00080ACD" w14:paraId="7E65E3AC" w14:textId="77777777">
        <w:tc>
          <w:tcPr>
            <w:tcW w:w="1962" w:type="dxa"/>
          </w:tcPr>
          <w:p w:rsidRPr="009C54AE" w:rsidR="00080ACD" w:rsidP="00080ACD" w:rsidRDefault="00080ACD" w14:paraId="0E98A6C1" w14:textId="52D133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2" w:type="dxa"/>
          </w:tcPr>
          <w:p w:rsidRPr="00080ACD" w:rsidR="00080ACD" w:rsidP="00080ACD" w:rsidRDefault="00080ACD" w14:paraId="1141FC81" w14:textId="0F15D407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right="-109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080ACD">
              <w:rPr>
                <w:rFonts w:ascii="Corbel" w:hAnsi="Corbel" w:cs="DejaVu Sans"/>
                <w:spacing w:val="-9"/>
                <w:sz w:val="24"/>
                <w:szCs w:val="24"/>
                <w:lang w:eastAsia="pl-PL"/>
              </w:rPr>
              <w:t>kr</w:t>
            </w:r>
            <w:r w:rsidRPr="00080ACD">
              <w:rPr>
                <w:rFonts w:ascii="Corbel" w:hAnsi="Corbel" w:cs="DejaVu Sans"/>
                <w:spacing w:val="-10"/>
                <w:sz w:val="24"/>
                <w:szCs w:val="24"/>
                <w:lang w:eastAsia="pl-PL"/>
              </w:rPr>
              <w:t xml:space="preserve">ótsza i dłuższa wypowiedź ustna i pisemna,  </w:t>
            </w:r>
            <w:r w:rsidRPr="00080ACD">
              <w:rPr>
                <w:rFonts w:ascii="Corbel" w:hAnsi="Corbel" w:cs="DejaVu Sans"/>
                <w:sz w:val="24"/>
                <w:szCs w:val="24"/>
                <w:lang w:eastAsia="pl-PL"/>
              </w:rPr>
              <w:t xml:space="preserve">realizacja projektu indywidualnego, obserwacja </w:t>
            </w:r>
            <w:r w:rsidRPr="00080ACD">
              <w:rPr>
                <w:rFonts w:ascii="Corbel" w:hAnsi="Corbel" w:cs="DejaVu Sans"/>
                <w:spacing w:val="-9"/>
                <w:sz w:val="24"/>
                <w:szCs w:val="24"/>
                <w:lang w:eastAsia="pl-PL"/>
              </w:rPr>
              <w:t>w trakcie zajęć</w:t>
            </w:r>
          </w:p>
        </w:tc>
        <w:tc>
          <w:tcPr>
            <w:tcW w:w="2116" w:type="dxa"/>
          </w:tcPr>
          <w:p w:rsidRPr="009C54AE" w:rsidR="00080ACD" w:rsidP="00080ACD" w:rsidRDefault="00080ACD" w14:paraId="2B8091CB" w14:textId="1DFB68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4416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Pr="009C54AE" w:rsidR="00923D7D" w:rsidP="009C54AE" w:rsidRDefault="00923D7D" w14:paraId="25DC2FE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B26727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5D02B00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3D2B0664" w14:textId="77777777">
        <w:tc>
          <w:tcPr>
            <w:tcW w:w="9670" w:type="dxa"/>
          </w:tcPr>
          <w:p w:rsidRPr="00C2600C" w:rsidR="00080ACD" w:rsidP="0048194F" w:rsidRDefault="00080ACD" w14:paraId="2E1C7505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>Warunkiem zaliczenia przedmiotu jest osiągnięcie wszystkich założonych</w:t>
            </w:r>
          </w:p>
          <w:p w:rsidRPr="00C2600C" w:rsidR="00080ACD" w:rsidP="0048194F" w:rsidRDefault="00080ACD" w14:paraId="14C21D0E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97"/>
              <w:jc w:val="both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>ef</w:t>
            </w: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ektów </w:t>
            </w:r>
            <w:r w:rsidRPr="00C2600C">
              <w:rPr>
                <w:rFonts w:ascii="Corbel" w:hAnsi="Corbel" w:cs="DejaVu Sans"/>
                <w:color w:val="000000"/>
                <w:spacing w:val="-11"/>
                <w:sz w:val="24"/>
                <w:szCs w:val="24"/>
                <w:lang w:eastAsia="pl-PL"/>
              </w:rPr>
              <w:t xml:space="preserve">uczenia się, w szczególności zaliczenie na ocenę pozytywną </w:t>
            </w:r>
            <w:r w:rsidRPr="00C2600C">
              <w:rPr>
                <w:rFonts w:ascii="Corbel" w:hAnsi="Corbel" w:cs="DejaVu Sans"/>
                <w:color w:val="000000"/>
                <w:spacing w:val="-1"/>
                <w:sz w:val="24"/>
                <w:szCs w:val="24"/>
                <w:lang w:eastAsia="pl-PL"/>
              </w:rPr>
              <w:t>wszyst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 xml:space="preserve">kich </w:t>
            </w:r>
            <w:r w:rsidRPr="00C2600C">
              <w:rPr>
                <w:rFonts w:ascii="Corbel" w:hAnsi="Corbel" w:cs="DejaVu Sans"/>
                <w:color w:val="000000"/>
                <w:spacing w:val="-11"/>
                <w:sz w:val="24"/>
                <w:szCs w:val="24"/>
                <w:lang w:eastAsia="pl-PL"/>
              </w:rPr>
              <w:t>p</w:t>
            </w: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rzewidzianych w danym semestrze prac pisemnych i uzyskanie pozytywnej oce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ny z odpowiedzi ustnych, a także obecność na zajęciach i aktywne uczestnictwo w zajęciach. Do zaliczenia testu pisemnego, egzaminu potrzeba minimum 51% prawidłowych odpowiedzi.</w:t>
            </w:r>
          </w:p>
          <w:p w:rsidRPr="00C2600C" w:rsidR="00080ACD" w:rsidP="00080ACD" w:rsidRDefault="00080ACD" w14:paraId="75E16C90" w14:textId="77777777">
            <w:pPr>
              <w:widowControl w:val="0"/>
              <w:autoSpaceDE w:val="0"/>
              <w:autoSpaceDN w:val="0"/>
              <w:adjustRightInd w:val="0"/>
              <w:spacing w:before="281" w:after="0" w:line="335" w:lineRule="exact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>Sposoby zaliczenia:</w:t>
            </w:r>
          </w:p>
          <w:p w:rsidRPr="00C2600C" w:rsidR="00080ACD" w:rsidP="00080ACD" w:rsidRDefault="00080ACD" w14:paraId="640EBF48" w14:textId="77777777">
            <w:pPr>
              <w:widowControl w:val="0"/>
              <w:autoSpaceDE w:val="0"/>
              <w:autoSpaceDN w:val="0"/>
              <w:adjustRightInd w:val="0"/>
              <w:spacing w:before="1" w:after="0" w:line="280" w:lineRule="exact"/>
              <w:ind w:right="300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>- praca projektowa (prezentacja projektu indywidualnego z zakresu studiowanego kierunku i specjalności),</w:t>
            </w:r>
          </w:p>
          <w:p w:rsidRPr="00C2600C" w:rsidR="00080ACD" w:rsidP="00080ACD" w:rsidRDefault="00080ACD" w14:paraId="24CD0772" w14:textId="77777777">
            <w:pPr>
              <w:widowControl w:val="0"/>
              <w:autoSpaceDE w:val="0"/>
              <w:autoSpaceDN w:val="0"/>
              <w:adjustRightInd w:val="0"/>
              <w:spacing w:before="1" w:after="0" w:line="280" w:lineRule="exact"/>
              <w:ind w:right="302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 xml:space="preserve">- zaliczenie sprawdzianu pisemnego (test jednokrotnego wyboru i/lub dłuższa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wypowiedź pisemna)</w:t>
            </w:r>
          </w:p>
          <w:p w:rsidRPr="00C2600C" w:rsidR="00080ACD" w:rsidP="00080ACD" w:rsidRDefault="00080ACD" w14:paraId="68A37588" w14:textId="77777777">
            <w:pPr>
              <w:widowControl w:val="0"/>
              <w:autoSpaceDE w:val="0"/>
              <w:autoSpaceDN w:val="0"/>
              <w:adjustRightInd w:val="0"/>
              <w:spacing w:before="1" w:after="0" w:line="335" w:lineRule="exact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lastRenderedPageBreak/>
              <w:t>Formy zaliczenia:</w:t>
            </w:r>
          </w:p>
          <w:p w:rsidRPr="00C2600C" w:rsidR="00080ACD" w:rsidP="00080ACD" w:rsidRDefault="00080ACD" w14:paraId="61E0C96E" w14:textId="77777777">
            <w:pPr>
              <w:widowControl w:val="0"/>
              <w:autoSpaceDE w:val="0"/>
              <w:autoSpaceDN w:val="0"/>
              <w:adjustRightInd w:val="0"/>
              <w:spacing w:before="1" w:after="0" w:line="335" w:lineRule="exact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>- krótsza i dłuższa wypowiedź ustna,</w:t>
            </w:r>
          </w:p>
          <w:p w:rsidRPr="00C2600C" w:rsidR="00080ACD" w:rsidP="00080ACD" w:rsidRDefault="00080ACD" w14:paraId="23A31273" w14:textId="77777777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right="8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 xml:space="preserve">- zaliczenie pisemne: (test jednokrotnego wyboru i/lub dłuższa wypowiedź </w:t>
            </w:r>
            <w:r w:rsidRPr="00C2600C">
              <w:rPr>
                <w:rFonts w:ascii="Corbel" w:hAnsi="Corbel" w:cs="DejaVu Sans"/>
                <w:color w:val="000000"/>
                <w:spacing w:val="-11"/>
                <w:sz w:val="24"/>
                <w:szCs w:val="24"/>
                <w:lang w:eastAsia="pl-PL"/>
              </w:rPr>
              <w:t>pisemna)</w:t>
            </w:r>
          </w:p>
          <w:p w:rsidRPr="00C2600C" w:rsidR="00080ACD" w:rsidP="00080ACD" w:rsidRDefault="00080ACD" w14:paraId="420787DD" w14:textId="77777777">
            <w:pPr>
              <w:widowControl w:val="0"/>
              <w:autoSpaceDE w:val="0"/>
              <w:autoSpaceDN w:val="0"/>
              <w:adjustRightInd w:val="0"/>
              <w:spacing w:before="1" w:after="0" w:line="280" w:lineRule="exact"/>
              <w:ind w:right="2"/>
              <w:jc w:val="both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 xml:space="preserve">- </w:t>
            </w: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wykonanie pracy zaliczeniowej: prezentacja projektu indywidualnego z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zakresu studiowanego kierunku i specjalności (lektura, sprawozdanie / streszczenie artykułu naukowego, prezentacja multimedialna tematu z zakresu studiowanej specjalności wraz z omówieniem)</w:t>
            </w:r>
          </w:p>
          <w:p w:rsidRPr="00C2600C" w:rsidR="00080ACD" w:rsidP="00080ACD" w:rsidRDefault="00080ACD" w14:paraId="35F40B11" w14:textId="77777777">
            <w:pPr>
              <w:widowControl w:val="0"/>
              <w:autoSpaceDE w:val="0"/>
              <w:autoSpaceDN w:val="0"/>
              <w:adjustRightInd w:val="0"/>
              <w:spacing w:before="1" w:after="0" w:line="280" w:lineRule="exact"/>
              <w:ind w:right="2"/>
              <w:jc w:val="both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Semestr 1: sprawdzian pisemny (test jednokrotnego wyboru i/lub dłuższa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wypowiedź pisemna), zaliczenie projektu indywidualnego (omówienie artykułu naukowego/ tłumaczenie tekstu specjalistycznego)</w:t>
            </w:r>
          </w:p>
          <w:p w:rsidRPr="00C2600C" w:rsidR="00080ACD" w:rsidP="00080ACD" w:rsidRDefault="00080ACD" w14:paraId="6E596696" w14:textId="77777777">
            <w:pPr>
              <w:widowControl w:val="0"/>
              <w:autoSpaceDE w:val="0"/>
              <w:autoSpaceDN w:val="0"/>
              <w:adjustRightInd w:val="0"/>
              <w:spacing w:before="1" w:after="0" w:line="280" w:lineRule="exact"/>
              <w:ind w:right="2"/>
              <w:jc w:val="both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Semestr 2: sprawdzian pisemny (test jednokrotnego wyboru i/lub dłuższa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wypowiedź pisemna), zaliczenie projektu indywidualnego( omówienie artykułu naukowego / tłumaczenie tekstu specjalistycznego)</w:t>
            </w:r>
          </w:p>
          <w:p w:rsidRPr="00C2600C" w:rsidR="00080ACD" w:rsidP="00080ACD" w:rsidRDefault="00080ACD" w14:paraId="76C17968" w14:textId="77777777">
            <w:pPr>
              <w:widowControl w:val="0"/>
              <w:autoSpaceDE w:val="0"/>
              <w:autoSpaceDN w:val="0"/>
              <w:adjustRightInd w:val="0"/>
              <w:spacing w:before="1" w:after="0" w:line="280" w:lineRule="exact"/>
              <w:ind w:right="2"/>
              <w:jc w:val="both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Semestr 3: sprawdzian pisemny (test jednokrotnego wyboru i/lub dłuższa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wypowiedź pisemna), zaliczenie projektu indywidualnego (omówienie artykułu naukowego/ tłumaczenie tekstu specjalistycznego)</w:t>
            </w:r>
          </w:p>
          <w:p w:rsidRPr="00C2600C" w:rsidR="00080ACD" w:rsidP="00080ACD" w:rsidRDefault="00080ACD" w14:paraId="775B80CA" w14:textId="77777777">
            <w:pPr>
              <w:widowControl w:val="0"/>
              <w:autoSpaceDE w:val="0"/>
              <w:autoSpaceDN w:val="0"/>
              <w:adjustRightInd w:val="0"/>
              <w:spacing w:before="1" w:after="0" w:line="280" w:lineRule="exact"/>
              <w:ind w:right="2"/>
              <w:jc w:val="both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Seme</w:t>
            </w:r>
            <w:r w:rsidRPr="00C2600C">
              <w:rPr>
                <w:rFonts w:ascii="Corbel" w:hAnsi="Corbel" w:cs="DejaVu Sans"/>
                <w:color w:val="000000"/>
                <w:spacing w:val="-11"/>
                <w:sz w:val="24"/>
                <w:szCs w:val="24"/>
                <w:lang w:eastAsia="pl-PL"/>
              </w:rPr>
              <w:t xml:space="preserve">str 4: sprawdzian pisemny (test jednokrotnego wyboru i/lub dłuższa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w</w:t>
            </w: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ypowiedź</w:t>
            </w:r>
            <w:r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 xml:space="preserve"> pisemna), zaliczenie projektu indywid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 xml:space="preserve">ualnego (omówienie artykułu naukowego/ tłumaczenie tekstu specjalistycznego związanego z prezentacją multimedialną), wykonanie pracy egzaminacyjnej, części ustnej: przygotowanie i przedstawienie na forum grupy  prezentacji multimedialnej z zakresu studiowanego kierunku i specjalności  </w:t>
            </w:r>
          </w:p>
          <w:p w:rsidRPr="00C2600C" w:rsidR="00080ACD" w:rsidP="00080ACD" w:rsidRDefault="00080ACD" w14:paraId="0C68C8E3" w14:textId="77777777">
            <w:pPr>
              <w:widowControl w:val="0"/>
              <w:autoSpaceDE w:val="0"/>
              <w:autoSpaceDN w:val="0"/>
              <w:adjustRightInd w:val="0"/>
              <w:spacing w:before="281" w:after="0" w:line="280" w:lineRule="exact"/>
              <w:ind w:right="786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1"/>
                <w:sz w:val="24"/>
                <w:szCs w:val="24"/>
                <w:lang w:eastAsia="pl-PL"/>
              </w:rPr>
              <w:t xml:space="preserve">UMIEJĘTNOŚCI W ZAKRESIE JĘZYKA OBCEGO ZGODNE Z WYMAGANIAMI 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OKREŚLONYMI DLA POZIOMU B2 ESOKJ</w:t>
            </w:r>
          </w:p>
          <w:p w:rsidRPr="00C2600C" w:rsidR="00080ACD" w:rsidP="00080ACD" w:rsidRDefault="00080ACD" w14:paraId="2AEF578D" w14:textId="77777777">
            <w:pPr>
              <w:widowControl w:val="0"/>
              <w:autoSpaceDE w:val="0"/>
              <w:autoSpaceDN w:val="0"/>
              <w:adjustRightInd w:val="0"/>
              <w:spacing w:before="281" w:after="0" w:line="335" w:lineRule="exact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Ustalenie oceny zaliczeniowej na podstawie ocen cząstkowych.</w:t>
            </w:r>
          </w:p>
          <w:p w:rsidRPr="00C2600C" w:rsidR="00080ACD" w:rsidP="00080ACD" w:rsidRDefault="00080ACD" w14:paraId="3AFE80B5" w14:textId="77777777">
            <w:pPr>
              <w:widowControl w:val="0"/>
              <w:autoSpaceDE w:val="0"/>
              <w:autoSpaceDN w:val="0"/>
              <w:adjustRightInd w:val="0"/>
              <w:spacing w:before="281" w:after="0" w:line="280" w:lineRule="exact"/>
              <w:jc w:val="both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Egzamin / zaliczenie końcowe: egzamin pisemny testowy na poziomie B2 i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dłuższa wypowiedź pisemna, egzamin ustny – prezentacja projektu indywidualnego z zakresu studiowanego kierunku i specjalności realizowane podczas semestru  4</w:t>
            </w:r>
          </w:p>
          <w:p w:rsidRPr="00C2600C" w:rsidR="00080ACD" w:rsidP="00080ACD" w:rsidRDefault="00080ACD" w14:paraId="509C7A57" w14:textId="77777777">
            <w:pPr>
              <w:widowControl w:val="0"/>
              <w:autoSpaceDE w:val="0"/>
              <w:autoSpaceDN w:val="0"/>
              <w:adjustRightInd w:val="0"/>
              <w:spacing w:before="281" w:after="0" w:line="335" w:lineRule="exact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Kryteria oceny prac pisemnych: </w:t>
            </w:r>
          </w:p>
          <w:p w:rsidRPr="00C2600C" w:rsidR="00080ACD" w:rsidP="00080ACD" w:rsidRDefault="00080ACD" w14:paraId="1E0E4C9A" w14:textId="77777777">
            <w:pPr>
              <w:widowControl w:val="0"/>
              <w:autoSpaceDE w:val="0"/>
              <w:autoSpaceDN w:val="0"/>
              <w:adjustRightInd w:val="0"/>
              <w:spacing w:before="1" w:after="0" w:line="280" w:lineRule="exact"/>
              <w:ind w:right="210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5.0 – wykazuje znajomość każdej z treści uczenia się na poziomie 91%-100%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4.5 – w</w:t>
            </w:r>
            <w:r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>y</w:t>
            </w: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kazuje znajomość każdej z treści uczenia się na poziomie 81%-90% 4.0 – w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ykazuje znajomość każdej z treści uczenia się na poziomie 71%-80% 3.5 – wykazuje znajomość każdej z treści uczenia się na poziomie 61%-70% 3.0 – wykazuje znajomość każdej z treści uczenia się na poziomie 51%-60% 2.0– wykazuje znajomość każdej z treści uczenia się poniżej 50%</w:t>
            </w:r>
          </w:p>
          <w:p w:rsidRPr="00C2600C" w:rsidR="00080ACD" w:rsidP="00080ACD" w:rsidRDefault="00080ACD" w14:paraId="259D6020" w14:textId="77777777">
            <w:pPr>
              <w:widowControl w:val="0"/>
              <w:autoSpaceDE w:val="0"/>
              <w:autoSpaceDN w:val="0"/>
              <w:adjustRightInd w:val="0"/>
              <w:spacing w:before="281" w:after="0" w:line="335" w:lineRule="exact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>Kryteria oceny odpowiedzi ustnej:</w:t>
            </w:r>
          </w:p>
          <w:p w:rsidRPr="00C2600C" w:rsidR="00080ACD" w:rsidP="00080ACD" w:rsidRDefault="00080ACD" w14:paraId="217D7D99" w14:textId="77777777">
            <w:pPr>
              <w:widowControl w:val="0"/>
              <w:autoSpaceDE w:val="0"/>
              <w:autoSpaceDN w:val="0"/>
              <w:adjustRightInd w:val="0"/>
              <w:spacing w:before="1" w:after="0" w:line="335" w:lineRule="exact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5.0 – wykazuje znajomość treści uczenia się na poziomie 91%-100%</w:t>
            </w:r>
          </w:p>
          <w:p w:rsidRPr="00C2600C" w:rsidR="00080ACD" w:rsidP="00080ACD" w:rsidRDefault="00080ACD" w14:paraId="6648257B" w14:textId="77777777">
            <w:pPr>
              <w:widowControl w:val="0"/>
              <w:autoSpaceDE w:val="0"/>
              <w:autoSpaceDN w:val="0"/>
              <w:adjustRightInd w:val="0"/>
              <w:spacing w:before="1" w:after="0" w:line="280" w:lineRule="exact"/>
              <w:ind w:right="1"/>
              <w:jc w:val="both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Ocena bardzo dobra: bardzo dobry poziom znajomości słownictwa i struktur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językowych, brak błędów językowych lub nieliczne błędy językowe nie zakłócające komunikacji</w:t>
            </w:r>
          </w:p>
          <w:p w:rsidRPr="00C2600C" w:rsidR="00080ACD" w:rsidP="00080ACD" w:rsidRDefault="00080ACD" w14:paraId="78D2C3C9" w14:textId="58D20349">
            <w:pPr>
              <w:widowControl w:val="0"/>
              <w:autoSpaceDE w:val="0"/>
              <w:autoSpaceDN w:val="0"/>
              <w:adjustRightInd w:val="0"/>
              <w:spacing w:before="281" w:after="0" w:line="335" w:lineRule="exact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4.</w:t>
            </w:r>
            <w:r w:rsid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5 </w:t>
            </w: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– wykazuje znajomość treści uczenia się na poziomie 81%-90%</w:t>
            </w:r>
          </w:p>
          <w:p w:rsidR="00080ACD" w:rsidP="00C2600C" w:rsidRDefault="00080ACD" w14:paraId="52E8D02E" w14:textId="0BD4F91D">
            <w:pPr>
              <w:widowControl w:val="0"/>
              <w:autoSpaceDE w:val="0"/>
              <w:autoSpaceDN w:val="0"/>
              <w:adjustRightInd w:val="0"/>
              <w:spacing w:before="1" w:after="0" w:line="280" w:lineRule="exact"/>
              <w:ind w:right="3"/>
              <w:jc w:val="both"/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O</w:t>
            </w:r>
            <w:r w:rsidRPr="00C2600C">
              <w:rPr>
                <w:rFonts w:ascii="Corbel" w:hAnsi="Corbel" w:cs="DejaVu Sans"/>
                <w:color w:val="000000"/>
                <w:spacing w:val="-11"/>
                <w:sz w:val="24"/>
                <w:szCs w:val="24"/>
                <w:lang w:eastAsia="pl-PL"/>
              </w:rPr>
              <w:t xml:space="preserve">cena plus dobra: dobry poziom znajomości słownictwa i struktur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językowych, nieliczne błędy językowe nieznacznie zakłócające komunikację, nieznaczne zakłócenia w płynności  wypowiedzi</w:t>
            </w:r>
          </w:p>
          <w:p w:rsidRPr="00C2600C" w:rsidR="00C2600C" w:rsidP="00C2600C" w:rsidRDefault="00C2600C" w14:paraId="04658F1A" w14:textId="77777777">
            <w:pPr>
              <w:widowControl w:val="0"/>
              <w:autoSpaceDE w:val="0"/>
              <w:autoSpaceDN w:val="0"/>
              <w:adjustRightInd w:val="0"/>
              <w:spacing w:before="1" w:after="0" w:line="280" w:lineRule="exact"/>
              <w:ind w:right="3"/>
              <w:jc w:val="both"/>
              <w:rPr>
                <w:rFonts w:ascii="Corbel" w:hAnsi="Corbel" w:cs="DejaVu Sans"/>
                <w:sz w:val="24"/>
                <w:szCs w:val="24"/>
                <w:lang w:eastAsia="pl-PL"/>
              </w:rPr>
            </w:pPr>
          </w:p>
          <w:p w:rsidRPr="00C2600C" w:rsidR="00080ACD" w:rsidP="00080ACD" w:rsidRDefault="00080ACD" w14:paraId="1C3947E4" w14:textId="77777777">
            <w:pPr>
              <w:widowControl w:val="0"/>
              <w:autoSpaceDE w:val="0"/>
              <w:autoSpaceDN w:val="0"/>
              <w:adjustRightInd w:val="0"/>
              <w:spacing w:after="0" w:line="335" w:lineRule="exact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4.0 – wykazuje znajomość treści uczenia się na poziomie 71%-80%</w:t>
            </w:r>
          </w:p>
          <w:p w:rsidRPr="00C2600C" w:rsidR="00080ACD" w:rsidP="00C2600C" w:rsidRDefault="00080ACD" w14:paraId="5AF58CD3" w14:textId="472F8973">
            <w:pPr>
              <w:widowControl w:val="0"/>
              <w:autoSpaceDE w:val="0"/>
              <w:autoSpaceDN w:val="0"/>
              <w:adjustRightInd w:val="0"/>
              <w:spacing w:before="1" w:after="0" w:line="280" w:lineRule="exact"/>
              <w:ind w:right="295"/>
              <w:jc w:val="both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O</w:t>
            </w:r>
            <w:r w:rsidRPr="00C2600C">
              <w:rPr>
                <w:rFonts w:ascii="Corbel" w:hAnsi="Corbel" w:cs="DejaVu Sans"/>
                <w:color w:val="000000"/>
                <w:spacing w:val="-11"/>
                <w:sz w:val="24"/>
                <w:szCs w:val="24"/>
                <w:lang w:eastAsia="pl-PL"/>
              </w:rPr>
              <w:t xml:space="preserve">cena dobra: zadawalający poziom znajomości słownictwa i struktur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językowych, błędy językowe nieznacznie zakłócające komunikację, nieznaczne zakłócenia w płynności  wypowiedzi</w:t>
            </w:r>
          </w:p>
          <w:p w:rsidRPr="00C2600C" w:rsidR="00080ACD" w:rsidP="00080ACD" w:rsidRDefault="00080ACD" w14:paraId="1928740A" w14:textId="77777777">
            <w:pPr>
              <w:widowControl w:val="0"/>
              <w:autoSpaceDE w:val="0"/>
              <w:autoSpaceDN w:val="0"/>
              <w:adjustRightInd w:val="0"/>
              <w:spacing w:before="281" w:after="0" w:line="335" w:lineRule="exact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lastRenderedPageBreak/>
              <w:t>3.5 – wykazuje znajomość treści uczenia się na poziomie 61%-70%</w:t>
            </w:r>
          </w:p>
          <w:p w:rsidRPr="00C2600C" w:rsidR="00080ACD" w:rsidP="00080ACD" w:rsidRDefault="00080ACD" w14:paraId="3FF86100" w14:textId="77777777">
            <w:pPr>
              <w:widowControl w:val="0"/>
              <w:autoSpaceDE w:val="0"/>
              <w:autoSpaceDN w:val="0"/>
              <w:adjustRightInd w:val="0"/>
              <w:spacing w:before="1" w:after="0" w:line="280" w:lineRule="exact"/>
              <w:ind w:right="296"/>
              <w:jc w:val="both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Oc</w:t>
            </w:r>
            <w:r w:rsidRPr="00C2600C">
              <w:rPr>
                <w:rFonts w:ascii="Corbel" w:hAnsi="Corbel" w:cs="DejaVu Sans"/>
                <w:color w:val="000000"/>
                <w:spacing w:val="-11"/>
                <w:sz w:val="24"/>
                <w:szCs w:val="24"/>
                <w:lang w:eastAsia="pl-PL"/>
              </w:rPr>
              <w:t xml:space="preserve">ena +dostateczna: ograniczona znajomość słownictwa i struktur </w:t>
            </w:r>
            <w:r w:rsidRPr="00C2600C">
              <w:rPr>
                <w:rFonts w:ascii="Corbel" w:hAnsi="Corbel" w:cs="DejaVu Sans"/>
                <w:color w:val="000000"/>
                <w:spacing w:val="-1"/>
                <w:sz w:val="24"/>
                <w:szCs w:val="24"/>
                <w:lang w:eastAsia="pl-PL"/>
              </w:rPr>
              <w:t>języko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wych, l</w:t>
            </w: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iczne błędy językowe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znacznie zakłócające komunikację i płynność wypowiedzi, odpowiedzi częściowo odbiegające od treści zadanego pytania, niekompletna</w:t>
            </w:r>
          </w:p>
          <w:p w:rsidRPr="00C2600C" w:rsidR="00080ACD" w:rsidP="00080ACD" w:rsidRDefault="00080ACD" w14:paraId="36AE0DC6" w14:textId="77777777">
            <w:pPr>
              <w:widowControl w:val="0"/>
              <w:autoSpaceDE w:val="0"/>
              <w:autoSpaceDN w:val="0"/>
              <w:adjustRightInd w:val="0"/>
              <w:spacing w:before="281" w:after="0" w:line="335" w:lineRule="exact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3.0 – wykazuje znajomość treści uczenia się na poziomie 51%-60%</w:t>
            </w:r>
          </w:p>
          <w:p w:rsidRPr="00C2600C" w:rsidR="00080ACD" w:rsidP="00080ACD" w:rsidRDefault="00080ACD" w14:paraId="4E53376D" w14:textId="77777777">
            <w:pPr>
              <w:widowControl w:val="0"/>
              <w:autoSpaceDE w:val="0"/>
              <w:autoSpaceDN w:val="0"/>
              <w:adjustRightInd w:val="0"/>
              <w:spacing w:before="1" w:after="0" w:line="280" w:lineRule="exact"/>
              <w:ind w:right="298"/>
              <w:jc w:val="both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Ocena dostateczna: ograniczona znajomość słownictwa i struktur językowych,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liczne błędy językowe znacznie zakłócające komunikację i płynność wypowiedzi, niepełne odpowiedzi na pytania, odpowiedzi częściowo odbiegające od treści zadanego pytania</w:t>
            </w:r>
          </w:p>
          <w:p w:rsidRPr="00C2600C" w:rsidR="00080ACD" w:rsidP="00080ACD" w:rsidRDefault="00080ACD" w14:paraId="698229E9" w14:textId="77777777">
            <w:pPr>
              <w:widowControl w:val="0"/>
              <w:autoSpaceDE w:val="0"/>
              <w:autoSpaceDN w:val="0"/>
              <w:adjustRightInd w:val="0"/>
              <w:spacing w:before="281" w:after="0" w:line="335" w:lineRule="exact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>2.0 – wykazuje znajomość treści uczenia się poniżej 50%</w:t>
            </w:r>
          </w:p>
          <w:p w:rsidRPr="00C2600C" w:rsidR="00080ACD" w:rsidP="00080ACD" w:rsidRDefault="00080ACD" w14:paraId="418EBD44" w14:textId="77777777">
            <w:pPr>
              <w:widowControl w:val="0"/>
              <w:autoSpaceDE w:val="0"/>
              <w:autoSpaceDN w:val="0"/>
              <w:adjustRightInd w:val="0"/>
              <w:spacing w:before="1" w:after="0" w:line="280" w:lineRule="exact"/>
              <w:ind w:right="294"/>
              <w:jc w:val="both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Ocena niedostateczna: brak odpowiedzi lub bardzo ograniczona znajomość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słownictwa i struktur językowych uniemożliwiająca wykonanie zadania, chaotyczna konstrukcja wypowiedzi, bardzo uboga treść, niekomunikatywność, mylenie i zniekształcanie podstawowych informacji</w:t>
            </w:r>
          </w:p>
          <w:p w:rsidRPr="00C2600C" w:rsidR="00080ACD" w:rsidP="00C2600C" w:rsidRDefault="00080ACD" w14:paraId="1BFFA994" w14:textId="77777777">
            <w:pPr>
              <w:widowControl w:val="0"/>
              <w:autoSpaceDE w:val="0"/>
              <w:autoSpaceDN w:val="0"/>
              <w:adjustRightInd w:val="0"/>
              <w:spacing w:before="281" w:after="0" w:line="280" w:lineRule="exact"/>
              <w:ind w:right="1708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1"/>
                <w:sz w:val="24"/>
                <w:szCs w:val="24"/>
                <w:lang w:eastAsia="pl-PL"/>
              </w:rPr>
              <w:t>O</w:t>
            </w:r>
            <w:r w:rsidRPr="00C2600C">
              <w:rPr>
                <w:rFonts w:ascii="Corbel" w:hAnsi="Corbel" w:cs="DejaVu Sans"/>
                <w:color w:val="000000"/>
                <w:spacing w:val="-12"/>
                <w:sz w:val="24"/>
                <w:szCs w:val="24"/>
                <w:lang w:eastAsia="pl-PL"/>
              </w:rPr>
              <w:t xml:space="preserve">cenę pozytywną z przedmiotu można otrzymać </w:t>
            </w:r>
            <w:r w:rsidRPr="00C2600C">
              <w:rPr>
                <w:rFonts w:ascii="Corbel" w:hAnsi="Corbel" w:cs="DejaVu Sans"/>
                <w:color w:val="000000"/>
                <w:spacing w:val="-11"/>
                <w:sz w:val="24"/>
                <w:szCs w:val="24"/>
                <w:lang w:eastAsia="pl-PL"/>
              </w:rPr>
              <w:t>wyłączni</w:t>
            </w: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e pod warunkiem uzyskania pozytywnej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oceny za każdy z ustanowionych efektów uczenia się.</w:t>
            </w:r>
          </w:p>
          <w:p w:rsidRPr="00C2600C" w:rsidR="00080ACD" w:rsidP="00C2600C" w:rsidRDefault="00080ACD" w14:paraId="3A195E5E" w14:textId="77777777">
            <w:pPr>
              <w:widowControl w:val="0"/>
              <w:autoSpaceDE w:val="0"/>
              <w:autoSpaceDN w:val="0"/>
              <w:adjustRightInd w:val="0"/>
              <w:spacing w:before="281" w:after="0" w:line="280" w:lineRule="exact"/>
              <w:ind w:right="971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O</w:t>
            </w:r>
            <w:r w:rsidRPr="00C2600C">
              <w:rPr>
                <w:rFonts w:ascii="Corbel" w:hAnsi="Corbel" w:cs="DejaVu Sans"/>
                <w:color w:val="000000"/>
                <w:spacing w:val="-11"/>
                <w:sz w:val="24"/>
                <w:szCs w:val="24"/>
                <w:lang w:eastAsia="pl-PL"/>
              </w:rPr>
              <w:t>cenę końcową</w:t>
            </w: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 z przedmiotu stanowi średnia arytmetyczna z ocen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cząstkowych.</w:t>
            </w:r>
          </w:p>
          <w:p w:rsidRPr="009C54AE" w:rsidR="0085747A" w:rsidP="00080ACD" w:rsidRDefault="0085747A" w14:paraId="5F8CF1F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36A1019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59C7FBB0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680F815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760"/>
        <w:gridCol w:w="4760"/>
      </w:tblGrid>
      <w:tr w:rsidRPr="009C54AE" w:rsidR="0085747A" w:rsidTr="00C2600C" w14:paraId="522181FE" w14:textId="77777777">
        <w:tc>
          <w:tcPr>
            <w:tcW w:w="4760" w:type="dxa"/>
            <w:vAlign w:val="center"/>
          </w:tcPr>
          <w:p w:rsidRPr="009C54AE" w:rsidR="0085747A" w:rsidP="009C54AE" w:rsidRDefault="00C61DC5" w14:paraId="35E2418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760" w:type="dxa"/>
            <w:vAlign w:val="center"/>
          </w:tcPr>
          <w:p w:rsidRPr="009C54AE" w:rsidR="0085747A" w:rsidP="009C54AE" w:rsidRDefault="00C61DC5" w14:paraId="43F9684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C2600C" w14:paraId="106F2658" w14:textId="77777777">
        <w:tc>
          <w:tcPr>
            <w:tcW w:w="4760" w:type="dxa"/>
            <w:vAlign w:val="center"/>
          </w:tcPr>
          <w:p w:rsidRPr="00C2600C" w:rsidR="0085747A" w:rsidP="00C2600C" w:rsidRDefault="00C61DC5" w14:paraId="6A84DB3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G</w:t>
            </w:r>
            <w:r w:rsidRPr="00C2600C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2600C">
              <w:rPr>
                <w:rFonts w:ascii="Corbel" w:hAnsi="Corbel"/>
                <w:sz w:val="24"/>
                <w:szCs w:val="24"/>
              </w:rPr>
              <w:t>kontaktowe</w:t>
            </w:r>
            <w:r w:rsidRPr="00C2600C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2600C">
              <w:rPr>
                <w:rFonts w:ascii="Corbel" w:hAnsi="Corbel"/>
                <w:sz w:val="24"/>
                <w:szCs w:val="24"/>
              </w:rPr>
              <w:t>ynikające</w:t>
            </w:r>
            <w:r w:rsidRPr="00C2600C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C2600C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2600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760" w:type="dxa"/>
            <w:vAlign w:val="center"/>
          </w:tcPr>
          <w:p w:rsidRPr="00C2600C" w:rsidR="0085747A" w:rsidP="00C2600C" w:rsidRDefault="00C2600C" w14:paraId="05D9D28D" w14:textId="3FF946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Pr="009C54AE" w:rsidR="00C61DC5" w:rsidTr="0048194F" w14:paraId="5C5C3378" w14:textId="77777777">
        <w:tc>
          <w:tcPr>
            <w:tcW w:w="4760" w:type="dxa"/>
            <w:vAlign w:val="center"/>
          </w:tcPr>
          <w:p w:rsidRPr="00C2600C" w:rsidR="00C61DC5" w:rsidP="00C2600C" w:rsidRDefault="00C61DC5" w14:paraId="131EBD83" w14:textId="4A4CE0EB">
            <w:pPr>
              <w:pStyle w:val="Akapitzlist"/>
              <w:spacing w:after="0" w:line="240" w:lineRule="auto"/>
              <w:ind w:left="0" w:right="-270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Inne z udziałem</w:t>
            </w:r>
            <w:r w:rsidRPr="00C2600C" w:rsidR="00C2600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2600C">
              <w:rPr>
                <w:rFonts w:ascii="Corbel" w:hAnsi="Corbel"/>
                <w:sz w:val="24"/>
                <w:szCs w:val="24"/>
              </w:rPr>
              <w:t>nauczyciela</w:t>
            </w:r>
            <w:r w:rsidRPr="00C2600C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C2600C" w:rsidR="00C61DC5" w:rsidP="00C2600C" w:rsidRDefault="00C61DC5" w14:paraId="1D58FF4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60" w:type="dxa"/>
            <w:vAlign w:val="center"/>
          </w:tcPr>
          <w:p w:rsidR="00C2600C" w:rsidP="0048194F" w:rsidRDefault="00C2600C" w14:paraId="21D441A7" w14:textId="3AFFA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" w:right="30"/>
              <w:contextualSpacing/>
              <w:jc w:val="center"/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</w:pPr>
            <w:r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>20</w:t>
            </w:r>
          </w:p>
          <w:p w:rsidRPr="00C2600C" w:rsidR="00C2600C" w:rsidP="0048194F" w:rsidRDefault="00C2600C" w14:paraId="48D024E2" w14:textId="091FB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" w:right="30"/>
              <w:contextualSpacing/>
              <w:jc w:val="center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 xml:space="preserve">(18 udział w konsultacjach, 2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udział w egzaminie-części pisemnej)</w:t>
            </w:r>
          </w:p>
          <w:p w:rsidRPr="00C2600C" w:rsidR="00080ACD" w:rsidP="0048194F" w:rsidRDefault="00080ACD" w14:paraId="4A3B3531" w14:textId="7423D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162"/>
              <w:contextualSpacing/>
              <w:jc w:val="center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2"/>
                <w:sz w:val="24"/>
                <w:szCs w:val="24"/>
                <w:lang w:eastAsia="pl-PL"/>
              </w:rPr>
              <w:t>0</w:t>
            </w:r>
          </w:p>
          <w:p w:rsidRPr="00C2600C" w:rsidR="00C61DC5" w:rsidP="0048194F" w:rsidRDefault="00C61DC5" w14:paraId="7A45A1C6" w14:textId="6D46A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" w:right="686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C61DC5" w:rsidTr="00C2600C" w14:paraId="175EFA95" w14:textId="77777777">
        <w:tc>
          <w:tcPr>
            <w:tcW w:w="4760" w:type="dxa"/>
            <w:vAlign w:val="center"/>
          </w:tcPr>
          <w:p w:rsidRPr="00080ACD" w:rsidR="00080ACD" w:rsidP="00C2600C" w:rsidRDefault="00080ACD" w14:paraId="6AFE8715" w14:textId="77777777">
            <w:pPr>
              <w:pStyle w:val="Akapitzlist"/>
              <w:spacing w:line="240" w:lineRule="auto"/>
              <w:ind w:left="-74" w:right="-80"/>
              <w:rPr>
                <w:rFonts w:ascii="Corbel" w:hAnsi="Corbel"/>
                <w:sz w:val="24"/>
                <w:szCs w:val="24"/>
              </w:rPr>
            </w:pPr>
            <w:r w:rsidRPr="00080AC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80AC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80ACD">
              <w:rPr>
                <w:rFonts w:ascii="Corbel" w:hAnsi="Corbel"/>
                <w:sz w:val="24"/>
                <w:szCs w:val="24"/>
              </w:rPr>
              <w:t xml:space="preserve"> – praca własna  studenta (przygotowanie do zajęć, czas  na przygotowanie  lektury/projektu, czas  na  przygotowanie  prezentacji  multimedialnej z zakresu studiowanej  specjalności i seminarium dyplomowego  do zaliczenia końcowego</w:t>
            </w:r>
          </w:p>
          <w:p w:rsidRPr="009C54AE" w:rsidR="00C61DC5" w:rsidP="00C2600C" w:rsidRDefault="00C61DC5" w14:paraId="30E4E75A" w14:textId="08EF9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760" w:type="dxa"/>
            <w:vAlign w:val="center"/>
          </w:tcPr>
          <w:p w:rsidR="00C61DC5" w:rsidP="00C2600C" w:rsidRDefault="00C2600C" w14:paraId="37909BF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  <w:p w:rsidRPr="009C54AE" w:rsidR="00C2600C" w:rsidP="00C2600C" w:rsidRDefault="00C2600C" w14:paraId="588C3F23" w14:textId="5ED7AFF4">
            <w:pPr>
              <w:pStyle w:val="Akapitzlist"/>
              <w:spacing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(przygotowanie do zajęć, czas na przygotowanie  lektury/projektu, czas na  przygotowanie prezentacji multimedialnej z zakresu studiowanej specjalności i seminarium dyplomowego  do zaliczenia końcowego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Pr="009C54AE" w:rsidR="0085747A" w:rsidTr="00C2600C" w14:paraId="52B902BD" w14:textId="77777777">
        <w:tc>
          <w:tcPr>
            <w:tcW w:w="4760" w:type="dxa"/>
          </w:tcPr>
          <w:p w:rsidRPr="009C54AE" w:rsidR="0085747A" w:rsidP="009C54AE" w:rsidRDefault="0085747A" w14:paraId="31BFE9F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760" w:type="dxa"/>
            <w:vAlign w:val="center"/>
          </w:tcPr>
          <w:p w:rsidRPr="009C54AE" w:rsidR="0085747A" w:rsidP="00C2600C" w:rsidRDefault="00C2600C" w14:paraId="2A7E84CA" w14:textId="11DC505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Pr="009C54AE" w:rsidR="0085747A" w:rsidTr="00C2600C" w14:paraId="3935371B" w14:textId="77777777">
        <w:tc>
          <w:tcPr>
            <w:tcW w:w="4760" w:type="dxa"/>
          </w:tcPr>
          <w:p w:rsidRPr="009C54AE" w:rsidR="0085747A" w:rsidP="009C54AE" w:rsidRDefault="0085747A" w14:paraId="1EAADFD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60" w:type="dxa"/>
            <w:vAlign w:val="center"/>
          </w:tcPr>
          <w:p w:rsidRPr="009C54AE" w:rsidR="0085747A" w:rsidP="00C2600C" w:rsidRDefault="00C2600C" w14:paraId="1C59B9AF" w14:textId="04034F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Pr="009C54AE" w:rsidR="0085747A" w:rsidP="009C54AE" w:rsidRDefault="00923D7D" w14:paraId="498FDA0E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2EAD1D5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424C16D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7C14BCF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7085AABB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42A377C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85747A" w14:paraId="1435D6F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0071620A" w14:paraId="53790322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52F3CDA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C2600C" w14:paraId="6E266EE4" w14:textId="608AD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9C54AE" w:rsidR="003E1941" w:rsidP="009C54AE" w:rsidRDefault="003E1941" w14:paraId="647A152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3A8B59C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0F001FD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789"/>
      </w:tblGrid>
      <w:tr w:rsidRPr="00EC501D" w:rsidR="0085747A" w:rsidTr="00503171" w14:paraId="3CCF21BE" w14:textId="77777777">
        <w:trPr>
          <w:trHeight w:val="397"/>
        </w:trPr>
        <w:tc>
          <w:tcPr>
            <w:tcW w:w="8789" w:type="dxa"/>
          </w:tcPr>
          <w:p w:rsidR="00C2600C" w:rsidP="009C54AE" w:rsidRDefault="0085747A" w14:paraId="3B135FC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143A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Pr="00C2600C" w:rsidR="00C2600C" w:rsidP="00C2600C" w:rsidRDefault="00C2600C" w14:paraId="065F85EF" w14:textId="67F9D41F">
            <w:pPr>
              <w:widowControl w:val="0"/>
              <w:autoSpaceDE w:val="0"/>
              <w:autoSpaceDN w:val="0"/>
              <w:adjustRightInd w:val="0"/>
              <w:spacing w:before="1" w:after="0" w:line="335" w:lineRule="exact"/>
              <w:ind w:left="106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Wybrane zagadnienia z podręcznik</w:t>
            </w:r>
            <w:r w:rsidR="00503171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a</w:t>
            </w:r>
            <w:r w:rsidRPr="00C2600C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:</w:t>
            </w:r>
          </w:p>
          <w:p w:rsidRPr="00503171" w:rsidR="00C2600C" w:rsidP="00503171" w:rsidRDefault="00C2600C" w14:paraId="12D2D201" w14:textId="4F287D53">
            <w:pPr>
              <w:widowControl w:val="0"/>
              <w:autoSpaceDE w:val="0"/>
              <w:autoSpaceDN w:val="0"/>
              <w:adjustRightInd w:val="0"/>
              <w:spacing w:before="241" w:after="0" w:line="280" w:lineRule="exact"/>
              <w:ind w:left="342" w:hanging="359"/>
              <w:jc w:val="both"/>
              <w:rPr>
                <w:rFonts w:ascii="Corbel" w:hAnsi="Corbel" w:cs="DejaVu Sans"/>
                <w:sz w:val="24"/>
                <w:szCs w:val="24"/>
                <w:lang w:val="en-US" w:eastAsia="pl-PL"/>
              </w:rPr>
            </w:pPr>
            <w:r w:rsidRPr="00503171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 xml:space="preserve">1. Latham-Koenig, C. </w:t>
            </w:r>
            <w:proofErr w:type="spellStart"/>
            <w:r w:rsidRPr="00503171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>Oxenden</w:t>
            </w:r>
            <w:proofErr w:type="spellEnd"/>
            <w:r w:rsidRPr="00503171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 xml:space="preserve">, C. </w:t>
            </w:r>
            <w:proofErr w:type="spellStart"/>
            <w:r w:rsidRPr="00503171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>Chomacki</w:t>
            </w:r>
            <w:proofErr w:type="spellEnd"/>
            <w:r w:rsidRPr="00503171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 xml:space="preserve">, K. 2020 English File Upper </w:t>
            </w:r>
            <w:r w:rsidRPr="00503171">
              <w:rPr>
                <w:rFonts w:ascii="Corbel" w:hAnsi="Corbel" w:cs="DejaVu Sans"/>
                <w:color w:val="000000"/>
                <w:sz w:val="24"/>
                <w:szCs w:val="24"/>
                <w:lang w:val="en-US" w:eastAsia="pl-PL"/>
              </w:rPr>
              <w:t>Intermediate: OUP</w:t>
            </w:r>
          </w:p>
        </w:tc>
      </w:tr>
      <w:tr w:rsidRPr="009C54AE" w:rsidR="0085747A" w:rsidTr="00503171" w14:paraId="62A2D6BE" w14:textId="77777777">
        <w:trPr>
          <w:trHeight w:val="397"/>
        </w:trPr>
        <w:tc>
          <w:tcPr>
            <w:tcW w:w="8789" w:type="dxa"/>
          </w:tcPr>
          <w:p w:rsidRPr="00503171" w:rsidR="0085747A" w:rsidP="009C54AE" w:rsidRDefault="0085747A" w14:paraId="19D6A9A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50317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Literatura</w:t>
            </w:r>
            <w:proofErr w:type="spellEnd"/>
            <w:r w:rsidRPr="0050317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50317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uzupełniająca</w:t>
            </w:r>
            <w:proofErr w:type="spellEnd"/>
            <w:r w:rsidRPr="0050317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</w:p>
          <w:p w:rsidRPr="00C2600C" w:rsidR="00C2600C" w:rsidP="00C2600C" w:rsidRDefault="00C2600C" w14:paraId="7AE0B977" w14:textId="6BAC61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C2600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1. Murphy, R.</w:t>
            </w:r>
            <w:r w:rsidR="0050317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(</w:t>
            </w:r>
            <w:r w:rsidRPr="00C2600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2002</w:t>
            </w:r>
            <w:r w:rsidR="0050317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).</w:t>
            </w:r>
            <w:r w:rsidRPr="00C2600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English Grammar in Use: Cambridge University Press</w:t>
            </w:r>
          </w:p>
          <w:p w:rsidRPr="00C2600C" w:rsidR="00C2600C" w:rsidP="00C2600C" w:rsidRDefault="00C2600C" w14:paraId="1A37F4B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60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Strony www z zakresu tematycznego studiowanego kierunku oraz </w:t>
            </w:r>
          </w:p>
          <w:p w:rsidRPr="00C2600C" w:rsidR="00C2600C" w:rsidP="00C2600C" w:rsidRDefault="00C2600C" w14:paraId="6FB3871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60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wybranej specjalności: </w:t>
            </w:r>
          </w:p>
          <w:p w:rsidRPr="00C2600C" w:rsidR="00C2600C" w:rsidP="00C2600C" w:rsidRDefault="00C2600C" w14:paraId="555348B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60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 E-dydaktyka (strona www CJO; http://e-dydaktyka.ur.rzeszow.pl)</w:t>
            </w:r>
          </w:p>
          <w:p w:rsidRPr="00C2600C" w:rsidR="00C2600C" w:rsidP="00C2600C" w:rsidRDefault="00C2600C" w14:paraId="77186A2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60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Słowniki online </w:t>
            </w:r>
          </w:p>
          <w:p w:rsidRPr="00C2600C" w:rsidR="00C2600C" w:rsidP="00C2600C" w:rsidRDefault="00C2600C" w14:paraId="7EADD27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60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5. Platforma e-learningowa</w:t>
            </w:r>
          </w:p>
          <w:p w:rsidRPr="00143AAC" w:rsidR="00C2600C" w:rsidP="00C2600C" w:rsidRDefault="00C2600C" w14:paraId="714E4465" w14:textId="6D709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60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6. Materiały własne</w:t>
            </w:r>
          </w:p>
        </w:tc>
      </w:tr>
    </w:tbl>
    <w:p w:rsidRPr="009C54AE" w:rsidR="0085747A" w:rsidP="009C54AE" w:rsidRDefault="0085747A" w14:paraId="1C15213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71A763C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DAB1F8F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A7D9E" w:rsidP="00C16ABF" w:rsidRDefault="004A7D9E" w14:paraId="1780336E" w14:textId="77777777">
      <w:pPr>
        <w:spacing w:after="0" w:line="240" w:lineRule="auto"/>
      </w:pPr>
      <w:r>
        <w:separator/>
      </w:r>
    </w:p>
  </w:endnote>
  <w:endnote w:type="continuationSeparator" w:id="0">
    <w:p w:rsidR="004A7D9E" w:rsidP="00C16ABF" w:rsidRDefault="004A7D9E" w14:paraId="6F06A39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A7D9E" w:rsidP="00C16ABF" w:rsidRDefault="004A7D9E" w14:paraId="64F75B10" w14:textId="77777777">
      <w:pPr>
        <w:spacing w:after="0" w:line="240" w:lineRule="auto"/>
      </w:pPr>
      <w:r>
        <w:separator/>
      </w:r>
    </w:p>
  </w:footnote>
  <w:footnote w:type="continuationSeparator" w:id="0">
    <w:p w:rsidR="004A7D9E" w:rsidP="00C16ABF" w:rsidRDefault="004A7D9E" w14:paraId="7D0A675A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F7C0C4C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D363C"/>
    <w:multiLevelType w:val="hybridMultilevel"/>
    <w:tmpl w:val="BFE0A63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2E1781"/>
    <w:multiLevelType w:val="hybridMultilevel"/>
    <w:tmpl w:val="DE04DBC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C1A13C1"/>
    <w:multiLevelType w:val="hybridMultilevel"/>
    <w:tmpl w:val="2C34528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F240539"/>
    <w:multiLevelType w:val="hybridMultilevel"/>
    <w:tmpl w:val="3C88A49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08F2"/>
    <w:rsid w:val="00022ECE"/>
    <w:rsid w:val="00042A51"/>
    <w:rsid w:val="00042D2E"/>
    <w:rsid w:val="00044C82"/>
    <w:rsid w:val="000663E2"/>
    <w:rsid w:val="00070ED6"/>
    <w:rsid w:val="000742DC"/>
    <w:rsid w:val="00080ACD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870"/>
    <w:rsid w:val="00106702"/>
    <w:rsid w:val="0012034C"/>
    <w:rsid w:val="00124BFF"/>
    <w:rsid w:val="0012560E"/>
    <w:rsid w:val="00127108"/>
    <w:rsid w:val="00134B13"/>
    <w:rsid w:val="00143AAC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33AC"/>
    <w:rsid w:val="001D657B"/>
    <w:rsid w:val="001D7B54"/>
    <w:rsid w:val="001E0209"/>
    <w:rsid w:val="001E5BA0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2B5C"/>
    <w:rsid w:val="002A22BF"/>
    <w:rsid w:val="002A2389"/>
    <w:rsid w:val="002A253D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D81"/>
    <w:rsid w:val="00363F78"/>
    <w:rsid w:val="0036605E"/>
    <w:rsid w:val="003732C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5D5B"/>
    <w:rsid w:val="0041136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194F"/>
    <w:rsid w:val="004840FD"/>
    <w:rsid w:val="00490F7D"/>
    <w:rsid w:val="00491678"/>
    <w:rsid w:val="004968E2"/>
    <w:rsid w:val="004A3EEA"/>
    <w:rsid w:val="004A4D1F"/>
    <w:rsid w:val="004A7D9E"/>
    <w:rsid w:val="004D3B0D"/>
    <w:rsid w:val="004D5282"/>
    <w:rsid w:val="004F1551"/>
    <w:rsid w:val="004F558D"/>
    <w:rsid w:val="004F55A3"/>
    <w:rsid w:val="00503171"/>
    <w:rsid w:val="0050496F"/>
    <w:rsid w:val="00513B6F"/>
    <w:rsid w:val="00517C63"/>
    <w:rsid w:val="00530160"/>
    <w:rsid w:val="00533CFB"/>
    <w:rsid w:val="005363C4"/>
    <w:rsid w:val="00536BDE"/>
    <w:rsid w:val="00543ACC"/>
    <w:rsid w:val="00550F8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8DA"/>
    <w:rsid w:val="00696477"/>
    <w:rsid w:val="006A30B3"/>
    <w:rsid w:val="006A3B90"/>
    <w:rsid w:val="006D050F"/>
    <w:rsid w:val="006D6139"/>
    <w:rsid w:val="006E5D65"/>
    <w:rsid w:val="006F1282"/>
    <w:rsid w:val="006F1FBC"/>
    <w:rsid w:val="006F31E2"/>
    <w:rsid w:val="006F46A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8F7"/>
    <w:rsid w:val="0078168C"/>
    <w:rsid w:val="0078407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1E8D"/>
    <w:rsid w:val="008449B3"/>
    <w:rsid w:val="0085061C"/>
    <w:rsid w:val="008552A2"/>
    <w:rsid w:val="0085747A"/>
    <w:rsid w:val="00873B89"/>
    <w:rsid w:val="00884922"/>
    <w:rsid w:val="00885F64"/>
    <w:rsid w:val="008917F9"/>
    <w:rsid w:val="008A45F7"/>
    <w:rsid w:val="008C0CC0"/>
    <w:rsid w:val="008C19A9"/>
    <w:rsid w:val="008C379D"/>
    <w:rsid w:val="008C441B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1920"/>
    <w:rsid w:val="00997F14"/>
    <w:rsid w:val="009A3986"/>
    <w:rsid w:val="009A78D9"/>
    <w:rsid w:val="009C3E31"/>
    <w:rsid w:val="009C54AE"/>
    <w:rsid w:val="009C788E"/>
    <w:rsid w:val="009D3F3B"/>
    <w:rsid w:val="009D4AC7"/>
    <w:rsid w:val="009E0543"/>
    <w:rsid w:val="009E3B41"/>
    <w:rsid w:val="009F3C5C"/>
    <w:rsid w:val="009F4610"/>
    <w:rsid w:val="00A00ECC"/>
    <w:rsid w:val="00A155EE"/>
    <w:rsid w:val="00A15B9C"/>
    <w:rsid w:val="00A2245B"/>
    <w:rsid w:val="00A30110"/>
    <w:rsid w:val="00A36899"/>
    <w:rsid w:val="00A371F6"/>
    <w:rsid w:val="00A43BF6"/>
    <w:rsid w:val="00A45D54"/>
    <w:rsid w:val="00A53FA5"/>
    <w:rsid w:val="00A54817"/>
    <w:rsid w:val="00A601C8"/>
    <w:rsid w:val="00A60799"/>
    <w:rsid w:val="00A62F5F"/>
    <w:rsid w:val="00A70B0A"/>
    <w:rsid w:val="00A84C85"/>
    <w:rsid w:val="00A901A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35A"/>
    <w:rsid w:val="00B135B1"/>
    <w:rsid w:val="00B3130B"/>
    <w:rsid w:val="00B40ADB"/>
    <w:rsid w:val="00B43B77"/>
    <w:rsid w:val="00B43E80"/>
    <w:rsid w:val="00B468CF"/>
    <w:rsid w:val="00B607DB"/>
    <w:rsid w:val="00B66529"/>
    <w:rsid w:val="00B75946"/>
    <w:rsid w:val="00B8056E"/>
    <w:rsid w:val="00B819C8"/>
    <w:rsid w:val="00B82308"/>
    <w:rsid w:val="00B90885"/>
    <w:rsid w:val="00BA3AEE"/>
    <w:rsid w:val="00BB462C"/>
    <w:rsid w:val="00BB520A"/>
    <w:rsid w:val="00BC04CD"/>
    <w:rsid w:val="00BD3869"/>
    <w:rsid w:val="00BD66E9"/>
    <w:rsid w:val="00BD6FF4"/>
    <w:rsid w:val="00BE66DA"/>
    <w:rsid w:val="00BF2C41"/>
    <w:rsid w:val="00C058B4"/>
    <w:rsid w:val="00C05F44"/>
    <w:rsid w:val="00C131B5"/>
    <w:rsid w:val="00C16ABF"/>
    <w:rsid w:val="00C170AE"/>
    <w:rsid w:val="00C24E75"/>
    <w:rsid w:val="00C2600C"/>
    <w:rsid w:val="00C26CB7"/>
    <w:rsid w:val="00C324C1"/>
    <w:rsid w:val="00C36992"/>
    <w:rsid w:val="00C56036"/>
    <w:rsid w:val="00C61DC5"/>
    <w:rsid w:val="00C67E92"/>
    <w:rsid w:val="00C70A26"/>
    <w:rsid w:val="00C766DF"/>
    <w:rsid w:val="00C80A78"/>
    <w:rsid w:val="00C94B98"/>
    <w:rsid w:val="00CA25F8"/>
    <w:rsid w:val="00CA2B96"/>
    <w:rsid w:val="00CA5089"/>
    <w:rsid w:val="00CD6897"/>
    <w:rsid w:val="00CD6C9E"/>
    <w:rsid w:val="00CE5BAC"/>
    <w:rsid w:val="00CE5D46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21DA"/>
    <w:rsid w:val="00D552B2"/>
    <w:rsid w:val="00D608D1"/>
    <w:rsid w:val="00D74119"/>
    <w:rsid w:val="00D8075B"/>
    <w:rsid w:val="00D814B4"/>
    <w:rsid w:val="00D8678B"/>
    <w:rsid w:val="00DA2114"/>
    <w:rsid w:val="00DE09C0"/>
    <w:rsid w:val="00DE4A14"/>
    <w:rsid w:val="00DF0965"/>
    <w:rsid w:val="00DF320D"/>
    <w:rsid w:val="00DF71C8"/>
    <w:rsid w:val="00E129B8"/>
    <w:rsid w:val="00E17088"/>
    <w:rsid w:val="00E21E7D"/>
    <w:rsid w:val="00E22123"/>
    <w:rsid w:val="00E22FBC"/>
    <w:rsid w:val="00E24BF5"/>
    <w:rsid w:val="00E25338"/>
    <w:rsid w:val="00E35E49"/>
    <w:rsid w:val="00E370DB"/>
    <w:rsid w:val="00E51E44"/>
    <w:rsid w:val="00E52559"/>
    <w:rsid w:val="00E60E52"/>
    <w:rsid w:val="00E63348"/>
    <w:rsid w:val="00E742AA"/>
    <w:rsid w:val="00E77E88"/>
    <w:rsid w:val="00E8107D"/>
    <w:rsid w:val="00E95020"/>
    <w:rsid w:val="00E960BB"/>
    <w:rsid w:val="00EA2074"/>
    <w:rsid w:val="00EA4832"/>
    <w:rsid w:val="00EA4E9D"/>
    <w:rsid w:val="00EC4899"/>
    <w:rsid w:val="00EC501D"/>
    <w:rsid w:val="00ED03AB"/>
    <w:rsid w:val="00ED32D2"/>
    <w:rsid w:val="00EE32DE"/>
    <w:rsid w:val="00EE5457"/>
    <w:rsid w:val="00F070AB"/>
    <w:rsid w:val="00F12013"/>
    <w:rsid w:val="00F154C8"/>
    <w:rsid w:val="00F17567"/>
    <w:rsid w:val="00F27A7B"/>
    <w:rsid w:val="00F426F5"/>
    <w:rsid w:val="00F526AF"/>
    <w:rsid w:val="00F617C3"/>
    <w:rsid w:val="00F7066B"/>
    <w:rsid w:val="00F83B28"/>
    <w:rsid w:val="00F91B67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3AE59DB4"/>
    <w:rsid w:val="6666F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34A00"/>
  <w15:docId w15:val="{617ECC80-4D6A-4391-B3E1-22B726321DA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93B03-3018-4C23-9644-2850EE121E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1FDD66-7CCD-4076-9504-C8FFAB3942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0590AB-3A69-41AE-A9CC-332663D15E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CDB9B7-D970-459D-8BE0-E547689C186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Wilk Sławomir</lastModifiedBy>
  <revision>7</revision>
  <lastPrinted>2019-02-06T12:12:00.0000000Z</lastPrinted>
  <dcterms:created xsi:type="dcterms:W3CDTF">2021-09-30T14:09:00.0000000Z</dcterms:created>
  <dcterms:modified xsi:type="dcterms:W3CDTF">2021-10-05T13:33:27.5990431Z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